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8D" w:rsidRDefault="00476B8D" w:rsidP="00374401">
      <w:pPr>
        <w:jc w:val="center"/>
        <w:rPr>
          <w:sz w:val="28"/>
          <w:szCs w:val="28"/>
        </w:rPr>
      </w:pPr>
    </w:p>
    <w:p w:rsidR="00476B8D" w:rsidRDefault="00476B8D" w:rsidP="00374401">
      <w:pPr>
        <w:jc w:val="center"/>
        <w:rPr>
          <w:sz w:val="28"/>
          <w:szCs w:val="28"/>
        </w:rPr>
      </w:pPr>
    </w:p>
    <w:p w:rsidR="00476B8D" w:rsidRPr="00274EC5" w:rsidRDefault="00476B8D" w:rsidP="00274EC5">
      <w:pPr>
        <w:keepNext/>
        <w:keepLines/>
        <w:spacing w:line="240" w:lineRule="exact"/>
        <w:ind w:left="6120"/>
        <w:rPr>
          <w:sz w:val="28"/>
          <w:szCs w:val="28"/>
        </w:rPr>
      </w:pPr>
      <w:r w:rsidRPr="00274EC5">
        <w:rPr>
          <w:caps/>
          <w:sz w:val="28"/>
          <w:szCs w:val="28"/>
        </w:rPr>
        <w:t>приложениЕ 1</w:t>
      </w:r>
      <w:r>
        <w:rPr>
          <w:caps/>
          <w:sz w:val="28"/>
          <w:szCs w:val="28"/>
        </w:rPr>
        <w:t>3</w:t>
      </w:r>
    </w:p>
    <w:tbl>
      <w:tblPr>
        <w:tblW w:w="3703" w:type="dxa"/>
        <w:tblInd w:w="5573" w:type="dxa"/>
        <w:tblLook w:val="01E0"/>
      </w:tblPr>
      <w:tblGrid>
        <w:gridCol w:w="3703"/>
      </w:tblGrid>
      <w:tr w:rsidR="00476B8D" w:rsidRPr="00274EC5" w:rsidTr="00CC60EC">
        <w:tc>
          <w:tcPr>
            <w:tcW w:w="3703" w:type="dxa"/>
          </w:tcPr>
          <w:p w:rsidR="00476B8D" w:rsidRPr="00274EC5" w:rsidRDefault="00476B8D" w:rsidP="00B21B69">
            <w:pPr>
              <w:keepNext/>
              <w:keepLines/>
              <w:spacing w:line="240" w:lineRule="exact"/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 xml:space="preserve">к решению «Об исполнении    районного    бюджета </w:t>
            </w:r>
          </w:p>
          <w:p w:rsidR="00476B8D" w:rsidRPr="00274EC5" w:rsidRDefault="00476B8D" w:rsidP="00B21B69">
            <w:pPr>
              <w:keepNext/>
              <w:keepLines/>
              <w:spacing w:line="240" w:lineRule="exact"/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муниципального   образова-</w:t>
            </w:r>
          </w:p>
          <w:p w:rsidR="00476B8D" w:rsidRPr="00274EC5" w:rsidRDefault="00476B8D" w:rsidP="00B21B69">
            <w:pPr>
              <w:keepNext/>
              <w:keepLines/>
              <w:spacing w:line="240" w:lineRule="exact"/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ния       Усть-  Пристанский</w:t>
            </w:r>
          </w:p>
          <w:p w:rsidR="00476B8D" w:rsidRPr="00274EC5" w:rsidRDefault="00476B8D" w:rsidP="00B21B69">
            <w:pPr>
              <w:keepNext/>
              <w:keepLines/>
              <w:spacing w:line="240" w:lineRule="exact"/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район за 2017год»</w:t>
            </w:r>
          </w:p>
        </w:tc>
      </w:tr>
    </w:tbl>
    <w:p w:rsidR="00476B8D" w:rsidRPr="00037194" w:rsidRDefault="00476B8D" w:rsidP="00374401">
      <w:pPr>
        <w:jc w:val="center"/>
        <w:rPr>
          <w:sz w:val="28"/>
          <w:szCs w:val="28"/>
        </w:rPr>
      </w:pPr>
    </w:p>
    <w:p w:rsidR="00476B8D" w:rsidRPr="00037194" w:rsidRDefault="00476B8D" w:rsidP="00374401">
      <w:pPr>
        <w:jc w:val="center"/>
        <w:rPr>
          <w:sz w:val="28"/>
          <w:szCs w:val="28"/>
        </w:rPr>
      </w:pPr>
    </w:p>
    <w:p w:rsidR="00476B8D" w:rsidRPr="00037194" w:rsidRDefault="00476B8D" w:rsidP="00374401">
      <w:pPr>
        <w:jc w:val="center"/>
        <w:rPr>
          <w:sz w:val="28"/>
          <w:szCs w:val="28"/>
        </w:rPr>
      </w:pPr>
    </w:p>
    <w:p w:rsidR="00476B8D" w:rsidRPr="00037194" w:rsidRDefault="00476B8D" w:rsidP="00374401">
      <w:pPr>
        <w:jc w:val="center"/>
        <w:rPr>
          <w:sz w:val="28"/>
          <w:szCs w:val="28"/>
        </w:rPr>
      </w:pPr>
    </w:p>
    <w:p w:rsidR="00476B8D" w:rsidRPr="00274EC5" w:rsidRDefault="00476B8D" w:rsidP="00374401">
      <w:pPr>
        <w:jc w:val="center"/>
        <w:rPr>
          <w:sz w:val="28"/>
          <w:szCs w:val="28"/>
        </w:rPr>
      </w:pPr>
      <w:r w:rsidRPr="00274EC5">
        <w:rPr>
          <w:sz w:val="28"/>
          <w:szCs w:val="28"/>
        </w:rPr>
        <w:t xml:space="preserve">           РАСПРЕДЕЛЕНИЕ</w:t>
      </w:r>
    </w:p>
    <w:p w:rsidR="00476B8D" w:rsidRPr="00274EC5" w:rsidRDefault="00476B8D" w:rsidP="00374401">
      <w:pPr>
        <w:ind w:firstLine="708"/>
        <w:jc w:val="center"/>
        <w:rPr>
          <w:sz w:val="28"/>
          <w:szCs w:val="28"/>
        </w:rPr>
      </w:pPr>
      <w:r w:rsidRPr="00274EC5">
        <w:rPr>
          <w:sz w:val="28"/>
          <w:szCs w:val="28"/>
        </w:rPr>
        <w:t>прочих  межбюджетных трансфертов, передаваемые поселениям на софинансирование части расходных обязательств местных бюджетов по вопросам местного значения</w:t>
      </w:r>
    </w:p>
    <w:p w:rsidR="00476B8D" w:rsidRPr="00274EC5" w:rsidRDefault="00476B8D" w:rsidP="00374401">
      <w:pPr>
        <w:jc w:val="center"/>
        <w:rPr>
          <w:sz w:val="28"/>
          <w:szCs w:val="28"/>
        </w:rPr>
      </w:pPr>
    </w:p>
    <w:p w:rsidR="00476B8D" w:rsidRPr="00944C0B" w:rsidRDefault="00476B8D" w:rsidP="00374401">
      <w:pPr>
        <w:jc w:val="center"/>
        <w:rPr>
          <w:sz w:val="28"/>
          <w:szCs w:val="28"/>
        </w:rPr>
      </w:pPr>
      <w:r w:rsidRPr="00274EC5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944C0B">
        <w:rPr>
          <w:sz w:val="28"/>
          <w:szCs w:val="28"/>
        </w:rPr>
        <w:t>тыс.рублей</w:t>
      </w:r>
    </w:p>
    <w:tbl>
      <w:tblPr>
        <w:tblW w:w="8096" w:type="dxa"/>
        <w:tblInd w:w="-106" w:type="dxa"/>
        <w:tblLayout w:type="fixed"/>
        <w:tblLook w:val="0000"/>
      </w:tblPr>
      <w:tblGrid>
        <w:gridCol w:w="2850"/>
        <w:gridCol w:w="2552"/>
        <w:gridCol w:w="2694"/>
      </w:tblGrid>
      <w:tr w:rsidR="00476B8D" w:rsidRPr="00274EC5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914317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</w:t>
            </w:r>
            <w:r w:rsidRPr="00274EC5">
              <w:rPr>
                <w:sz w:val="28"/>
                <w:szCs w:val="28"/>
              </w:rPr>
              <w:t>ный план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Кассовое и</w:t>
            </w:r>
            <w:r w:rsidRPr="00274EC5">
              <w:rPr>
                <w:sz w:val="28"/>
                <w:szCs w:val="28"/>
              </w:rPr>
              <w:t>сполнение</w:t>
            </w:r>
          </w:p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 xml:space="preserve"> </w:t>
            </w:r>
          </w:p>
        </w:tc>
      </w:tr>
      <w:tr w:rsidR="00476B8D" w:rsidRPr="00274EC5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914317">
            <w:pPr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Беловский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213,9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8D" w:rsidRPr="00274EC5" w:rsidRDefault="00476B8D" w:rsidP="00AE2142">
            <w:pPr>
              <w:tabs>
                <w:tab w:val="left" w:pos="3435"/>
              </w:tabs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213,9</w:t>
            </w:r>
          </w:p>
        </w:tc>
      </w:tr>
      <w:tr w:rsidR="00476B8D" w:rsidRPr="00274EC5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914317">
            <w:pPr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Брусенцевский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564,6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8D" w:rsidRPr="00274EC5" w:rsidRDefault="00476B8D" w:rsidP="00914317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564,6</w:t>
            </w:r>
          </w:p>
        </w:tc>
      </w:tr>
      <w:tr w:rsidR="00476B8D" w:rsidRPr="00274EC5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914317">
            <w:pPr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Вяткинский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396,6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8D" w:rsidRPr="00274EC5" w:rsidRDefault="00476B8D" w:rsidP="00914317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396,6</w:t>
            </w:r>
          </w:p>
        </w:tc>
      </w:tr>
      <w:tr w:rsidR="00476B8D" w:rsidRPr="00274EC5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914317">
            <w:pPr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Елбанский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507,4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8D" w:rsidRPr="00274EC5" w:rsidRDefault="00476B8D" w:rsidP="00914317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507,4</w:t>
            </w:r>
          </w:p>
        </w:tc>
      </w:tr>
      <w:tr w:rsidR="00476B8D" w:rsidRPr="00274EC5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914317">
            <w:pPr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Клепиковский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549,1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8D" w:rsidRPr="00274EC5" w:rsidRDefault="00476B8D" w:rsidP="00914317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549,1</w:t>
            </w:r>
          </w:p>
        </w:tc>
      </w:tr>
      <w:tr w:rsidR="00476B8D" w:rsidRPr="00274EC5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914317">
            <w:pPr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Коробейниковский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485,8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8D" w:rsidRPr="00274EC5" w:rsidRDefault="00476B8D" w:rsidP="00914317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485,8</w:t>
            </w:r>
          </w:p>
        </w:tc>
      </w:tr>
      <w:tr w:rsidR="00476B8D" w:rsidRPr="00274EC5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914317">
            <w:pPr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Краснодарский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265,8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8D" w:rsidRPr="00274EC5" w:rsidRDefault="00476B8D" w:rsidP="00914317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265,8</w:t>
            </w:r>
          </w:p>
        </w:tc>
      </w:tr>
      <w:tr w:rsidR="00476B8D" w:rsidRPr="00274EC5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914317">
            <w:pPr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Краснояркий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561,1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8D" w:rsidRPr="00274EC5" w:rsidRDefault="00476B8D" w:rsidP="00914317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561,1</w:t>
            </w:r>
          </w:p>
        </w:tc>
      </w:tr>
      <w:tr w:rsidR="00476B8D" w:rsidRPr="00274EC5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914317">
            <w:pPr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Нижнегусихинский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6,7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8D" w:rsidRPr="00274EC5" w:rsidRDefault="00476B8D" w:rsidP="00914317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6,7</w:t>
            </w:r>
          </w:p>
        </w:tc>
      </w:tr>
      <w:tr w:rsidR="00476B8D" w:rsidRPr="00274EC5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914317">
            <w:pPr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Нижнеозернинский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445,8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8D" w:rsidRPr="00274EC5" w:rsidRDefault="00476B8D" w:rsidP="00914317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445,8</w:t>
            </w:r>
          </w:p>
        </w:tc>
      </w:tr>
      <w:tr w:rsidR="00476B8D" w:rsidRPr="00274EC5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914317">
            <w:pPr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Троицкий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269,4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8D" w:rsidRPr="00274EC5" w:rsidRDefault="00476B8D" w:rsidP="00914317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269,4</w:t>
            </w:r>
          </w:p>
        </w:tc>
      </w:tr>
      <w:tr w:rsidR="00476B8D" w:rsidRPr="00274EC5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914317">
            <w:pPr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Чеканихинский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367,8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8D" w:rsidRPr="00274EC5" w:rsidRDefault="00476B8D" w:rsidP="00914317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367,8</w:t>
            </w:r>
          </w:p>
        </w:tc>
      </w:tr>
      <w:tr w:rsidR="00476B8D" w:rsidRPr="00274EC5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914317">
            <w:pPr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ИТОГО: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4634,0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8D" w:rsidRPr="00274EC5" w:rsidRDefault="00476B8D" w:rsidP="00914317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4634,0</w:t>
            </w:r>
          </w:p>
        </w:tc>
      </w:tr>
    </w:tbl>
    <w:p w:rsidR="00476B8D" w:rsidRPr="00274EC5" w:rsidRDefault="00476B8D" w:rsidP="00374401">
      <w:pPr>
        <w:jc w:val="center"/>
        <w:rPr>
          <w:sz w:val="28"/>
          <w:szCs w:val="28"/>
        </w:rPr>
      </w:pPr>
    </w:p>
    <w:p w:rsidR="00476B8D" w:rsidRPr="00274EC5" w:rsidRDefault="00476B8D"/>
    <w:sectPr w:rsidR="00476B8D" w:rsidRPr="00274EC5" w:rsidSect="00037194">
      <w:footerReference w:type="default" r:id="rId6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B8D" w:rsidRDefault="00476B8D" w:rsidP="00AE6798">
      <w:r>
        <w:separator/>
      </w:r>
    </w:p>
  </w:endnote>
  <w:endnote w:type="continuationSeparator" w:id="1">
    <w:p w:rsidR="00476B8D" w:rsidRDefault="00476B8D" w:rsidP="00AE6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B8D" w:rsidRDefault="00476B8D" w:rsidP="003D37B6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36</w:t>
    </w:r>
    <w:r>
      <w:rPr>
        <w:rStyle w:val="PageNumber"/>
      </w:rPr>
      <w:fldChar w:fldCharType="end"/>
    </w:r>
  </w:p>
  <w:p w:rsidR="00476B8D" w:rsidRDefault="00476B8D" w:rsidP="0003719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B8D" w:rsidRDefault="00476B8D" w:rsidP="00AE6798">
      <w:r>
        <w:separator/>
      </w:r>
    </w:p>
  </w:footnote>
  <w:footnote w:type="continuationSeparator" w:id="1">
    <w:p w:rsidR="00476B8D" w:rsidRDefault="00476B8D" w:rsidP="00AE67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401"/>
    <w:rsid w:val="00003345"/>
    <w:rsid w:val="00037194"/>
    <w:rsid w:val="00092916"/>
    <w:rsid w:val="000C75B8"/>
    <w:rsid w:val="001253BE"/>
    <w:rsid w:val="001B6969"/>
    <w:rsid w:val="00274EC5"/>
    <w:rsid w:val="00280007"/>
    <w:rsid w:val="002A742E"/>
    <w:rsid w:val="002C0913"/>
    <w:rsid w:val="00374401"/>
    <w:rsid w:val="003814A7"/>
    <w:rsid w:val="003862B0"/>
    <w:rsid w:val="003A1544"/>
    <w:rsid w:val="003D37B6"/>
    <w:rsid w:val="00400905"/>
    <w:rsid w:val="00443C22"/>
    <w:rsid w:val="00476B8D"/>
    <w:rsid w:val="004D3555"/>
    <w:rsid w:val="00575C32"/>
    <w:rsid w:val="005D6AAD"/>
    <w:rsid w:val="006B0FF9"/>
    <w:rsid w:val="006B6598"/>
    <w:rsid w:val="006E39C2"/>
    <w:rsid w:val="007163F9"/>
    <w:rsid w:val="00727C32"/>
    <w:rsid w:val="007649D8"/>
    <w:rsid w:val="00775B02"/>
    <w:rsid w:val="00860AF0"/>
    <w:rsid w:val="00914317"/>
    <w:rsid w:val="00944C0B"/>
    <w:rsid w:val="009A50C3"/>
    <w:rsid w:val="009C0203"/>
    <w:rsid w:val="009D4ACB"/>
    <w:rsid w:val="00A214A4"/>
    <w:rsid w:val="00AD62AF"/>
    <w:rsid w:val="00AE2142"/>
    <w:rsid w:val="00AE6798"/>
    <w:rsid w:val="00B21B69"/>
    <w:rsid w:val="00B65557"/>
    <w:rsid w:val="00B67CC5"/>
    <w:rsid w:val="00CC60EC"/>
    <w:rsid w:val="00D2120D"/>
    <w:rsid w:val="00D43465"/>
    <w:rsid w:val="00D600D3"/>
    <w:rsid w:val="00D70896"/>
    <w:rsid w:val="00D723E5"/>
    <w:rsid w:val="00DB0CE6"/>
    <w:rsid w:val="00DE058A"/>
    <w:rsid w:val="00DE6513"/>
    <w:rsid w:val="00EA38D2"/>
    <w:rsid w:val="00EE7635"/>
    <w:rsid w:val="00F04616"/>
    <w:rsid w:val="00F31BCD"/>
    <w:rsid w:val="00F4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40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E679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6798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AE679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6798"/>
    <w:rPr>
      <w:rFonts w:ascii="Times New Roman" w:hAnsi="Times New Roman" w:cs="Times New Roman"/>
      <w:sz w:val="24"/>
      <w:szCs w:val="24"/>
      <w:lang w:eastAsia="ar-SA" w:bidi="ar-SA"/>
    </w:rPr>
  </w:style>
  <w:style w:type="character" w:styleId="PageNumber">
    <w:name w:val="page number"/>
    <w:basedOn w:val="DefaultParagraphFont"/>
    <w:uiPriority w:val="99"/>
    <w:rsid w:val="00037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126</Words>
  <Characters>721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pogm</dc:creator>
  <cp:keywords/>
  <dc:description/>
  <cp:lastModifiedBy>kity</cp:lastModifiedBy>
  <cp:revision>16</cp:revision>
  <cp:lastPrinted>2018-02-20T03:40:00Z</cp:lastPrinted>
  <dcterms:created xsi:type="dcterms:W3CDTF">2018-01-30T08:35:00Z</dcterms:created>
  <dcterms:modified xsi:type="dcterms:W3CDTF">2018-02-20T03:40:00Z</dcterms:modified>
</cp:coreProperties>
</file>