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B04" w:rsidRDefault="00DC6B04" w:rsidP="006E1706">
      <w:pPr>
        <w:rPr>
          <w:rFonts w:ascii="Arial" w:hAnsi="Arial"/>
          <w:b/>
        </w:rPr>
      </w:pPr>
    </w:p>
    <w:p w:rsidR="00DC6B04" w:rsidRPr="005C427A" w:rsidRDefault="00DC6B04" w:rsidP="006E1706">
      <w:pPr>
        <w:jc w:val="center"/>
        <w:rPr>
          <w:rFonts w:ascii="Times New Roman" w:hAnsi="Times New Roman"/>
          <w:b/>
          <w:sz w:val="24"/>
          <w:szCs w:val="24"/>
        </w:rPr>
      </w:pPr>
      <w:r w:rsidRPr="005C427A">
        <w:rPr>
          <w:rFonts w:ascii="Times New Roman" w:hAnsi="Times New Roman"/>
          <w:b/>
          <w:sz w:val="24"/>
          <w:szCs w:val="24"/>
        </w:rPr>
        <w:t>СВЕДЕНИЯ ОБ ОБЪЕКТАХ</w:t>
      </w:r>
    </w:p>
    <w:p w:rsidR="00DC6B04" w:rsidRPr="005C427A" w:rsidRDefault="00DC6B04" w:rsidP="006E1706">
      <w:pPr>
        <w:jc w:val="center"/>
        <w:rPr>
          <w:rFonts w:ascii="Times New Roman" w:hAnsi="Times New Roman"/>
          <w:sz w:val="24"/>
          <w:szCs w:val="24"/>
        </w:rPr>
      </w:pPr>
      <w:r w:rsidRPr="005C427A">
        <w:rPr>
          <w:rFonts w:ascii="Times New Roman" w:hAnsi="Times New Roman"/>
          <w:b/>
          <w:sz w:val="24"/>
          <w:szCs w:val="24"/>
        </w:rPr>
        <w:t xml:space="preserve"> </w:t>
      </w:r>
      <w:r w:rsidRPr="005C427A">
        <w:rPr>
          <w:rFonts w:ascii="Times New Roman" w:hAnsi="Times New Roman"/>
          <w:sz w:val="24"/>
          <w:szCs w:val="24"/>
        </w:rPr>
        <w:t>НЕДВИЖИМОГО ИМУЩЕСТВА  МУНИЦИПАЛЬНОЙ СОБСТВЕННОСТИ</w:t>
      </w:r>
    </w:p>
    <w:p w:rsidR="00DC6B04" w:rsidRPr="005C427A" w:rsidRDefault="00DC6B04" w:rsidP="006E1706">
      <w:pPr>
        <w:ind w:right="-168"/>
        <w:jc w:val="center"/>
        <w:rPr>
          <w:rFonts w:ascii="Times New Roman" w:hAnsi="Times New Roman"/>
          <w:sz w:val="24"/>
          <w:szCs w:val="24"/>
        </w:rPr>
      </w:pPr>
      <w:r w:rsidRPr="005C427A">
        <w:rPr>
          <w:rFonts w:ascii="Times New Roman" w:hAnsi="Times New Roman"/>
          <w:sz w:val="24"/>
          <w:szCs w:val="24"/>
        </w:rPr>
        <w:t xml:space="preserve"> МУНИЦИПАЛЬНОГО ОБРАЗОВАНИЯ Усть-Пристанский СЕЛЬСОВЕТ ПО СОСТОЯНИЮ НА 01 января  2019 года</w:t>
      </w:r>
    </w:p>
    <w:tbl>
      <w:tblPr>
        <w:tblW w:w="15735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41"/>
        <w:gridCol w:w="1083"/>
        <w:gridCol w:w="3250"/>
        <w:gridCol w:w="3707"/>
        <w:gridCol w:w="2336"/>
        <w:gridCol w:w="1995"/>
        <w:gridCol w:w="2623"/>
      </w:tblGrid>
      <w:tr w:rsidR="00DC6B04" w:rsidRPr="005C427A" w:rsidTr="006E1706">
        <w:trPr>
          <w:cantSplit/>
          <w:trHeight w:val="158"/>
        </w:trPr>
        <w:tc>
          <w:tcPr>
            <w:tcW w:w="741" w:type="dxa"/>
            <w:vAlign w:val="center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083" w:type="dxa"/>
            <w:vAlign w:val="center"/>
          </w:tcPr>
          <w:p w:rsidR="00DC6B04" w:rsidRPr="005C427A" w:rsidRDefault="00DC6B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6B04" w:rsidRPr="005C427A" w:rsidRDefault="00DC6B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 xml:space="preserve">Реестровый </w:t>
            </w:r>
          </w:p>
          <w:p w:rsidR="00DC6B04" w:rsidRPr="005C427A" w:rsidRDefault="00DC6B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3249" w:type="dxa"/>
            <w:vAlign w:val="center"/>
          </w:tcPr>
          <w:p w:rsidR="00DC6B04" w:rsidRPr="005C427A" w:rsidRDefault="00DC6B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706" w:type="dxa"/>
            <w:vAlign w:val="center"/>
          </w:tcPr>
          <w:p w:rsidR="00DC6B04" w:rsidRPr="005C427A" w:rsidRDefault="00DC6B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Местонахождение объекта</w:t>
            </w:r>
          </w:p>
        </w:tc>
        <w:tc>
          <w:tcPr>
            <w:tcW w:w="2336" w:type="dxa"/>
            <w:vAlign w:val="center"/>
          </w:tcPr>
          <w:p w:rsidR="00DC6B04" w:rsidRPr="005C427A" w:rsidRDefault="00DC6B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Характеристика объекта (площадь (кв. м.)/</w:t>
            </w:r>
          </w:p>
          <w:p w:rsidR="00DC6B04" w:rsidRPr="005C427A" w:rsidRDefault="00DC6B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DC6B04" w:rsidRPr="005C427A" w:rsidRDefault="00DC6B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Целевое назначение</w:t>
            </w:r>
          </w:p>
        </w:tc>
        <w:tc>
          <w:tcPr>
            <w:tcW w:w="2622" w:type="dxa"/>
            <w:vAlign w:val="center"/>
          </w:tcPr>
          <w:p w:rsidR="00DC6B04" w:rsidRPr="005C427A" w:rsidRDefault="00DC6B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Ограничение/</w:t>
            </w:r>
          </w:p>
          <w:p w:rsidR="00DC6B04" w:rsidRPr="005C427A" w:rsidRDefault="00DC6B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обременение, (оперативное управление и хозяйственное ведение)</w:t>
            </w:r>
          </w:p>
        </w:tc>
      </w:tr>
      <w:tr w:rsidR="00DC6B04" w:rsidRPr="005C427A" w:rsidTr="006E1706">
        <w:trPr>
          <w:trHeight w:val="158"/>
        </w:trPr>
        <w:tc>
          <w:tcPr>
            <w:tcW w:w="741" w:type="dxa"/>
            <w:vAlign w:val="center"/>
          </w:tcPr>
          <w:p w:rsidR="00DC6B04" w:rsidRPr="005C427A" w:rsidRDefault="00DC6B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427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83" w:type="dxa"/>
            <w:vAlign w:val="center"/>
          </w:tcPr>
          <w:p w:rsidR="00DC6B04" w:rsidRPr="005C427A" w:rsidRDefault="00DC6B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427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249" w:type="dxa"/>
            <w:vAlign w:val="center"/>
          </w:tcPr>
          <w:p w:rsidR="00DC6B04" w:rsidRPr="005C427A" w:rsidRDefault="00DC6B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427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706" w:type="dxa"/>
            <w:vAlign w:val="center"/>
          </w:tcPr>
          <w:p w:rsidR="00DC6B04" w:rsidRPr="005C427A" w:rsidRDefault="00DC6B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427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336" w:type="dxa"/>
            <w:vAlign w:val="center"/>
          </w:tcPr>
          <w:p w:rsidR="00DC6B04" w:rsidRPr="005C427A" w:rsidRDefault="00DC6B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427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995" w:type="dxa"/>
            <w:vAlign w:val="center"/>
          </w:tcPr>
          <w:p w:rsidR="00DC6B04" w:rsidRPr="005C427A" w:rsidRDefault="00DC6B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427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622" w:type="dxa"/>
            <w:vAlign w:val="center"/>
          </w:tcPr>
          <w:p w:rsidR="00DC6B04" w:rsidRPr="005C427A" w:rsidRDefault="00DC6B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427A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DC6B04" w:rsidRPr="005C427A" w:rsidTr="006E1706">
        <w:trPr>
          <w:trHeight w:val="158"/>
        </w:trPr>
        <w:tc>
          <w:tcPr>
            <w:tcW w:w="741" w:type="dxa"/>
            <w:vAlign w:val="center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  <w:vAlign w:val="center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49" w:type="dxa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 xml:space="preserve"> (деревянное) </w:t>
            </w:r>
          </w:p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6" w:type="dxa"/>
            <w:vAlign w:val="center"/>
          </w:tcPr>
          <w:p w:rsidR="00DC6B04" w:rsidRPr="005C427A" w:rsidRDefault="00DC6B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с. Усть-Чарышская Пристань ул. Ионина д.44</w:t>
            </w:r>
          </w:p>
        </w:tc>
        <w:tc>
          <w:tcPr>
            <w:tcW w:w="2336" w:type="dxa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b/>
                <w:sz w:val="24"/>
                <w:szCs w:val="24"/>
              </w:rPr>
              <w:t xml:space="preserve">     27,8 кв.м.</w:t>
            </w:r>
            <w:r w:rsidRPr="005C427A">
              <w:rPr>
                <w:rFonts w:ascii="Times New Roman" w:hAnsi="Times New Roman"/>
                <w:sz w:val="24"/>
                <w:szCs w:val="24"/>
              </w:rPr>
              <w:t xml:space="preserve"> внутр.</w:t>
            </w:r>
          </w:p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 xml:space="preserve">По наруж </w:t>
            </w:r>
            <w:r w:rsidRPr="005C427A">
              <w:rPr>
                <w:rFonts w:ascii="Times New Roman" w:hAnsi="Times New Roman"/>
                <w:b/>
                <w:sz w:val="24"/>
                <w:szCs w:val="24"/>
              </w:rPr>
              <w:t>39,3</w:t>
            </w:r>
          </w:p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Имеется паспорт</w:t>
            </w:r>
          </w:p>
        </w:tc>
        <w:tc>
          <w:tcPr>
            <w:tcW w:w="1995" w:type="dxa"/>
            <w:vAlign w:val="center"/>
          </w:tcPr>
          <w:p w:rsidR="00DC6B04" w:rsidRPr="005C427A" w:rsidRDefault="00DC6B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Жилое</w:t>
            </w:r>
          </w:p>
        </w:tc>
        <w:tc>
          <w:tcPr>
            <w:tcW w:w="2622" w:type="dxa"/>
            <w:vAlign w:val="center"/>
          </w:tcPr>
          <w:p w:rsidR="00DC6B04" w:rsidRPr="005C427A" w:rsidRDefault="00DC6B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Оперативное управление</w:t>
            </w:r>
          </w:p>
        </w:tc>
      </w:tr>
      <w:tr w:rsidR="00DC6B04" w:rsidRPr="005C427A" w:rsidTr="006E1706">
        <w:trPr>
          <w:trHeight w:val="158"/>
        </w:trPr>
        <w:tc>
          <w:tcPr>
            <w:tcW w:w="741" w:type="dxa"/>
            <w:vAlign w:val="center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3" w:type="dxa"/>
            <w:vAlign w:val="center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49" w:type="dxa"/>
          </w:tcPr>
          <w:p w:rsidR="00DC6B04" w:rsidRPr="005C427A" w:rsidRDefault="00DC6B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Жилая квартира (кирпичное)</w:t>
            </w:r>
          </w:p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6" w:type="dxa"/>
            <w:vAlign w:val="center"/>
          </w:tcPr>
          <w:p w:rsidR="00DC6B04" w:rsidRPr="005C427A" w:rsidRDefault="00DC6B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Алтайский край , Усть-Пристанский район с. Усть-Чарышская Пристань ул. Гагарина д.30 кв.6</w:t>
            </w:r>
          </w:p>
        </w:tc>
        <w:tc>
          <w:tcPr>
            <w:tcW w:w="2336" w:type="dxa"/>
          </w:tcPr>
          <w:p w:rsidR="00DC6B04" w:rsidRPr="005C427A" w:rsidRDefault="00DC6B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427A">
              <w:rPr>
                <w:rFonts w:ascii="Times New Roman" w:hAnsi="Times New Roman"/>
                <w:b/>
                <w:sz w:val="24"/>
                <w:szCs w:val="24"/>
              </w:rPr>
              <w:t>49,7 кв.м</w:t>
            </w:r>
          </w:p>
          <w:p w:rsidR="00DC6B04" w:rsidRPr="005C427A" w:rsidRDefault="00DC6B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Имеется паспорт</w:t>
            </w:r>
          </w:p>
        </w:tc>
        <w:tc>
          <w:tcPr>
            <w:tcW w:w="1995" w:type="dxa"/>
            <w:vAlign w:val="center"/>
          </w:tcPr>
          <w:p w:rsidR="00DC6B04" w:rsidRPr="005C427A" w:rsidRDefault="00DC6B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Жилое</w:t>
            </w:r>
          </w:p>
        </w:tc>
        <w:tc>
          <w:tcPr>
            <w:tcW w:w="2622" w:type="dxa"/>
            <w:vAlign w:val="center"/>
          </w:tcPr>
          <w:p w:rsidR="00DC6B04" w:rsidRPr="005C427A" w:rsidRDefault="00DC6B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Оперативное управление</w:t>
            </w:r>
          </w:p>
        </w:tc>
      </w:tr>
      <w:tr w:rsidR="00DC6B04" w:rsidRPr="005C427A" w:rsidTr="006E1706">
        <w:trPr>
          <w:trHeight w:val="158"/>
        </w:trPr>
        <w:tc>
          <w:tcPr>
            <w:tcW w:w="741" w:type="dxa"/>
            <w:vAlign w:val="center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3" w:type="dxa"/>
            <w:vAlign w:val="center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49" w:type="dxa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Жилой дом (деревянное)</w:t>
            </w:r>
          </w:p>
        </w:tc>
        <w:tc>
          <w:tcPr>
            <w:tcW w:w="3706" w:type="dxa"/>
            <w:vAlign w:val="center"/>
          </w:tcPr>
          <w:p w:rsidR="00DC6B04" w:rsidRPr="005C427A" w:rsidRDefault="00DC6B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Алтайский край , Усть-Пристанский район с. Усть-Чарышская Пристань ул. А.Родионова д.18</w:t>
            </w:r>
          </w:p>
        </w:tc>
        <w:tc>
          <w:tcPr>
            <w:tcW w:w="2336" w:type="dxa"/>
          </w:tcPr>
          <w:p w:rsidR="00DC6B04" w:rsidRPr="005C427A" w:rsidRDefault="00DC6B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427A">
              <w:rPr>
                <w:rFonts w:ascii="Times New Roman" w:hAnsi="Times New Roman"/>
                <w:b/>
                <w:sz w:val="24"/>
                <w:szCs w:val="24"/>
              </w:rPr>
              <w:t>36,8 кв.м</w:t>
            </w:r>
          </w:p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Имеется паспорт.</w:t>
            </w:r>
          </w:p>
        </w:tc>
        <w:tc>
          <w:tcPr>
            <w:tcW w:w="1995" w:type="dxa"/>
            <w:vAlign w:val="center"/>
          </w:tcPr>
          <w:p w:rsidR="00DC6B04" w:rsidRPr="005C427A" w:rsidRDefault="00DC6B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Жилое</w:t>
            </w:r>
          </w:p>
        </w:tc>
        <w:tc>
          <w:tcPr>
            <w:tcW w:w="2622" w:type="dxa"/>
            <w:vAlign w:val="center"/>
          </w:tcPr>
          <w:p w:rsidR="00DC6B04" w:rsidRPr="005C427A" w:rsidRDefault="00DC6B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Оперативное управление</w:t>
            </w:r>
          </w:p>
        </w:tc>
      </w:tr>
      <w:tr w:rsidR="00DC6B04" w:rsidRPr="005C427A" w:rsidTr="006E1706">
        <w:trPr>
          <w:trHeight w:val="158"/>
        </w:trPr>
        <w:tc>
          <w:tcPr>
            <w:tcW w:w="741" w:type="dxa"/>
            <w:vAlign w:val="center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3" w:type="dxa"/>
            <w:vAlign w:val="center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49" w:type="dxa"/>
          </w:tcPr>
          <w:p w:rsidR="00DC6B04" w:rsidRPr="005C427A" w:rsidRDefault="00DC6B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Административное здание</w:t>
            </w:r>
          </w:p>
          <w:p w:rsidR="00DC6B04" w:rsidRPr="005C427A" w:rsidRDefault="00DC6B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 xml:space="preserve">(кирпичное) </w:t>
            </w:r>
          </w:p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6" w:type="dxa"/>
            <w:vAlign w:val="center"/>
          </w:tcPr>
          <w:p w:rsidR="00DC6B04" w:rsidRPr="005C427A" w:rsidRDefault="00DC6B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Алтайский край , Усть-Пристанский район с. Усть-Чарышская Пристань ул. Пушкина д.23</w:t>
            </w:r>
          </w:p>
        </w:tc>
        <w:tc>
          <w:tcPr>
            <w:tcW w:w="2336" w:type="dxa"/>
          </w:tcPr>
          <w:p w:rsidR="00DC6B04" w:rsidRPr="005C427A" w:rsidRDefault="00DC6B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1 этаж 227,89+</w:t>
            </w:r>
          </w:p>
          <w:p w:rsidR="00DC6B04" w:rsidRPr="005C427A" w:rsidRDefault="00DC6B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2 этаж 227,74=</w:t>
            </w:r>
          </w:p>
          <w:p w:rsidR="00DC6B04" w:rsidRPr="005C427A" w:rsidRDefault="00DC6B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b/>
                <w:sz w:val="24"/>
                <w:szCs w:val="24"/>
              </w:rPr>
              <w:t>455,63</w:t>
            </w:r>
            <w:r w:rsidRPr="005C427A">
              <w:rPr>
                <w:rFonts w:ascii="Times New Roman" w:hAnsi="Times New Roman"/>
                <w:sz w:val="24"/>
                <w:szCs w:val="24"/>
              </w:rPr>
              <w:t xml:space="preserve"> кв.м.</w:t>
            </w:r>
          </w:p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Имеется паспорт</w:t>
            </w:r>
          </w:p>
        </w:tc>
        <w:tc>
          <w:tcPr>
            <w:tcW w:w="1995" w:type="dxa"/>
            <w:vAlign w:val="center"/>
          </w:tcPr>
          <w:p w:rsidR="00DC6B04" w:rsidRPr="005C427A" w:rsidRDefault="00DC6B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Административное здание</w:t>
            </w:r>
          </w:p>
        </w:tc>
        <w:tc>
          <w:tcPr>
            <w:tcW w:w="2622" w:type="dxa"/>
            <w:vAlign w:val="center"/>
          </w:tcPr>
          <w:p w:rsidR="00DC6B04" w:rsidRPr="005C427A" w:rsidRDefault="00DC6B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Оперативное управление</w:t>
            </w:r>
          </w:p>
        </w:tc>
      </w:tr>
      <w:tr w:rsidR="00DC6B04" w:rsidRPr="005C427A" w:rsidTr="006E1706">
        <w:trPr>
          <w:trHeight w:val="1229"/>
        </w:trPr>
        <w:tc>
          <w:tcPr>
            <w:tcW w:w="741" w:type="dxa"/>
            <w:vAlign w:val="center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83" w:type="dxa"/>
            <w:vAlign w:val="center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49" w:type="dxa"/>
          </w:tcPr>
          <w:p w:rsidR="00DC6B04" w:rsidRPr="005C427A" w:rsidRDefault="00DC6B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DC6B04" w:rsidRPr="005C427A" w:rsidRDefault="00DC6B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 xml:space="preserve"> (кирпичный)</w:t>
            </w:r>
          </w:p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6" w:type="dxa"/>
            <w:vAlign w:val="center"/>
          </w:tcPr>
          <w:p w:rsidR="00DC6B04" w:rsidRPr="005C427A" w:rsidRDefault="00DC6B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 xml:space="preserve">Алтайский край , Усть-Пристанский район с. Усть-Чарышская Пристань  </w:t>
            </w:r>
          </w:p>
        </w:tc>
        <w:tc>
          <w:tcPr>
            <w:tcW w:w="2336" w:type="dxa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50,25</w:t>
            </w:r>
          </w:p>
        </w:tc>
        <w:tc>
          <w:tcPr>
            <w:tcW w:w="1995" w:type="dxa"/>
            <w:vAlign w:val="center"/>
          </w:tcPr>
          <w:p w:rsidR="00DC6B04" w:rsidRPr="005C427A" w:rsidRDefault="00DC6B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Административное</w:t>
            </w:r>
          </w:p>
        </w:tc>
        <w:tc>
          <w:tcPr>
            <w:tcW w:w="2622" w:type="dxa"/>
            <w:vAlign w:val="center"/>
          </w:tcPr>
          <w:p w:rsidR="00DC6B04" w:rsidRPr="005C427A" w:rsidRDefault="00DC6B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Оперативное управление</w:t>
            </w:r>
          </w:p>
        </w:tc>
      </w:tr>
      <w:tr w:rsidR="00DC6B04" w:rsidRPr="005C427A" w:rsidTr="006E1706">
        <w:trPr>
          <w:trHeight w:val="158"/>
        </w:trPr>
        <w:tc>
          <w:tcPr>
            <w:tcW w:w="741" w:type="dxa"/>
            <w:vAlign w:val="center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  <w:vAlign w:val="center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49" w:type="dxa"/>
          </w:tcPr>
          <w:p w:rsidR="00DC6B04" w:rsidRPr="005C427A" w:rsidRDefault="00DC6B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Здание ФАП</w:t>
            </w:r>
          </w:p>
          <w:p w:rsidR="00DC6B04" w:rsidRPr="005C427A" w:rsidRDefault="00DC6B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(деревянное)</w:t>
            </w:r>
          </w:p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6" w:type="dxa"/>
            <w:vAlign w:val="center"/>
          </w:tcPr>
          <w:p w:rsidR="00DC6B04" w:rsidRPr="005C427A" w:rsidRDefault="00DC6B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Алтайский край , Усть-Пристанский район с. Беспалово ул. Беспаловская д.34</w:t>
            </w:r>
          </w:p>
        </w:tc>
        <w:tc>
          <w:tcPr>
            <w:tcW w:w="2336" w:type="dxa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995" w:type="dxa"/>
            <w:vAlign w:val="center"/>
          </w:tcPr>
          <w:p w:rsidR="00DC6B04" w:rsidRPr="005C427A" w:rsidRDefault="00DC6B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Медицинское обслуживание</w:t>
            </w:r>
          </w:p>
        </w:tc>
        <w:tc>
          <w:tcPr>
            <w:tcW w:w="2622" w:type="dxa"/>
            <w:vAlign w:val="center"/>
          </w:tcPr>
          <w:p w:rsidR="00DC6B04" w:rsidRPr="005C427A" w:rsidRDefault="00DC6B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Оперативное управление</w:t>
            </w:r>
          </w:p>
        </w:tc>
      </w:tr>
      <w:tr w:rsidR="00DC6B04" w:rsidRPr="005C427A" w:rsidTr="006E1706">
        <w:trPr>
          <w:trHeight w:val="1216"/>
        </w:trPr>
        <w:tc>
          <w:tcPr>
            <w:tcW w:w="741" w:type="dxa"/>
            <w:vAlign w:val="center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3" w:type="dxa"/>
            <w:vAlign w:val="center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49" w:type="dxa"/>
          </w:tcPr>
          <w:p w:rsidR="00DC6B04" w:rsidRPr="005C427A" w:rsidRDefault="00DC6B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Здание клуба</w:t>
            </w:r>
          </w:p>
          <w:p w:rsidR="00DC6B04" w:rsidRPr="005C427A" w:rsidRDefault="00DC6B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(деревянное)</w:t>
            </w:r>
          </w:p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6" w:type="dxa"/>
            <w:vAlign w:val="center"/>
          </w:tcPr>
          <w:p w:rsidR="00DC6B04" w:rsidRPr="005C427A" w:rsidRDefault="00DC6B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Алтайский край , Усть-Пристанский район, с. Усть-Чарыш ул. Молодежная д.12</w:t>
            </w:r>
          </w:p>
        </w:tc>
        <w:tc>
          <w:tcPr>
            <w:tcW w:w="2336" w:type="dxa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294</w:t>
            </w:r>
          </w:p>
        </w:tc>
        <w:tc>
          <w:tcPr>
            <w:tcW w:w="1995" w:type="dxa"/>
            <w:vAlign w:val="center"/>
          </w:tcPr>
          <w:p w:rsidR="00DC6B04" w:rsidRPr="005C427A" w:rsidRDefault="00DC6B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2622" w:type="dxa"/>
            <w:vAlign w:val="center"/>
          </w:tcPr>
          <w:p w:rsidR="00DC6B04" w:rsidRPr="005C427A" w:rsidRDefault="00DC6B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Оперативное управление</w:t>
            </w:r>
          </w:p>
        </w:tc>
      </w:tr>
      <w:tr w:rsidR="00DC6B04" w:rsidRPr="005C427A" w:rsidTr="006E1706">
        <w:trPr>
          <w:trHeight w:val="158"/>
        </w:trPr>
        <w:tc>
          <w:tcPr>
            <w:tcW w:w="741" w:type="dxa"/>
            <w:vAlign w:val="center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  <w:vAlign w:val="center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249" w:type="dxa"/>
          </w:tcPr>
          <w:p w:rsidR="00DC6B04" w:rsidRPr="005C427A" w:rsidRDefault="00DC6B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Столярный цех</w:t>
            </w:r>
          </w:p>
          <w:p w:rsidR="00DC6B04" w:rsidRPr="005C427A" w:rsidRDefault="00DC6B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(кирпичный)</w:t>
            </w:r>
          </w:p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6" w:type="dxa"/>
            <w:vAlign w:val="center"/>
          </w:tcPr>
          <w:p w:rsidR="00DC6B04" w:rsidRPr="005C427A" w:rsidRDefault="00DC6B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Алтайский край , Усть-Пристанский район с. Усть-Чарышская Пристань ул. Ленина, д.85А</w:t>
            </w:r>
          </w:p>
        </w:tc>
        <w:tc>
          <w:tcPr>
            <w:tcW w:w="2336" w:type="dxa"/>
          </w:tcPr>
          <w:p w:rsidR="00DC6B04" w:rsidRPr="005C427A" w:rsidRDefault="00DC6B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427A">
              <w:rPr>
                <w:rFonts w:ascii="Times New Roman" w:hAnsi="Times New Roman"/>
                <w:b/>
                <w:sz w:val="24"/>
                <w:szCs w:val="24"/>
              </w:rPr>
              <w:t>Внутр.</w:t>
            </w:r>
          </w:p>
          <w:p w:rsidR="00DC6B04" w:rsidRPr="005C427A" w:rsidRDefault="00DC6B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427A">
              <w:rPr>
                <w:rFonts w:ascii="Times New Roman" w:hAnsi="Times New Roman"/>
                <w:b/>
                <w:sz w:val="24"/>
                <w:szCs w:val="24"/>
              </w:rPr>
              <w:t>212,4</w:t>
            </w:r>
          </w:p>
          <w:p w:rsidR="00DC6B04" w:rsidRPr="005C427A" w:rsidRDefault="00DC6B0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427A">
              <w:rPr>
                <w:rFonts w:ascii="Times New Roman" w:hAnsi="Times New Roman"/>
                <w:b/>
                <w:sz w:val="24"/>
                <w:szCs w:val="24"/>
              </w:rPr>
              <w:t>Наруж.</w:t>
            </w:r>
          </w:p>
          <w:p w:rsidR="00DC6B04" w:rsidRPr="005C427A" w:rsidRDefault="00DC6B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b/>
                <w:sz w:val="24"/>
                <w:szCs w:val="24"/>
              </w:rPr>
              <w:t>246</w:t>
            </w:r>
            <w:r w:rsidRPr="005C42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Имеется паспорт</w:t>
            </w:r>
          </w:p>
        </w:tc>
        <w:tc>
          <w:tcPr>
            <w:tcW w:w="1995" w:type="dxa"/>
            <w:vAlign w:val="center"/>
          </w:tcPr>
          <w:p w:rsidR="00DC6B04" w:rsidRPr="005C427A" w:rsidRDefault="00DC6B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2" w:type="dxa"/>
            <w:vAlign w:val="center"/>
          </w:tcPr>
          <w:p w:rsidR="00DC6B04" w:rsidRPr="005C427A" w:rsidRDefault="00DC6B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 xml:space="preserve">Оперативное управление </w:t>
            </w:r>
          </w:p>
          <w:p w:rsidR="00DC6B04" w:rsidRPr="005C427A" w:rsidRDefault="00DC6B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6B04" w:rsidRPr="005C427A" w:rsidRDefault="00DC6B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6B04" w:rsidRPr="005C427A" w:rsidRDefault="00DC6B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6B04" w:rsidRPr="005C427A" w:rsidRDefault="00DC6B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C6B04" w:rsidRPr="005C427A" w:rsidRDefault="00DC6B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6B04" w:rsidRPr="005C427A" w:rsidTr="006E1706">
        <w:trPr>
          <w:trHeight w:val="158"/>
        </w:trPr>
        <w:tc>
          <w:tcPr>
            <w:tcW w:w="741" w:type="dxa"/>
            <w:vAlign w:val="center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83" w:type="dxa"/>
            <w:vAlign w:val="center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249" w:type="dxa"/>
          </w:tcPr>
          <w:p w:rsidR="00DC6B04" w:rsidRPr="005C427A" w:rsidRDefault="00DC6B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Административное здание</w:t>
            </w:r>
          </w:p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 xml:space="preserve">     (бывшая прокуратура)  </w:t>
            </w:r>
          </w:p>
        </w:tc>
        <w:tc>
          <w:tcPr>
            <w:tcW w:w="3706" w:type="dxa"/>
            <w:vAlign w:val="center"/>
          </w:tcPr>
          <w:p w:rsidR="00DC6B04" w:rsidRPr="005C427A" w:rsidRDefault="00DC6B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Алтайский край , Усть-Пристанский район с. Усть-Чарышская Пристань</w:t>
            </w:r>
          </w:p>
          <w:p w:rsidR="00DC6B04" w:rsidRPr="005C427A" w:rsidRDefault="00DC6B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Ул. Ленина, д.47</w:t>
            </w:r>
          </w:p>
        </w:tc>
        <w:tc>
          <w:tcPr>
            <w:tcW w:w="2336" w:type="dxa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b/>
                <w:sz w:val="24"/>
                <w:szCs w:val="24"/>
              </w:rPr>
              <w:t>80,6 кв.м.</w:t>
            </w:r>
            <w:r w:rsidRPr="005C427A">
              <w:rPr>
                <w:rFonts w:ascii="Times New Roman" w:hAnsi="Times New Roman"/>
                <w:sz w:val="24"/>
                <w:szCs w:val="24"/>
              </w:rPr>
              <w:t xml:space="preserve"> имеется паспорт</w:t>
            </w:r>
          </w:p>
        </w:tc>
        <w:tc>
          <w:tcPr>
            <w:tcW w:w="1995" w:type="dxa"/>
            <w:vAlign w:val="center"/>
          </w:tcPr>
          <w:p w:rsidR="00DC6B04" w:rsidRPr="005C427A" w:rsidRDefault="00DC6B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Административное</w:t>
            </w:r>
          </w:p>
        </w:tc>
        <w:tc>
          <w:tcPr>
            <w:tcW w:w="2622" w:type="dxa"/>
            <w:vAlign w:val="center"/>
          </w:tcPr>
          <w:p w:rsidR="00DC6B04" w:rsidRPr="005C427A" w:rsidRDefault="00DC6B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Оперативное управление</w:t>
            </w:r>
          </w:p>
        </w:tc>
      </w:tr>
    </w:tbl>
    <w:p w:rsidR="00DC6B04" w:rsidRPr="005C427A" w:rsidRDefault="00DC6B04" w:rsidP="006E1706">
      <w:pPr>
        <w:tabs>
          <w:tab w:val="left" w:pos="2700"/>
          <w:tab w:val="left" w:pos="2880"/>
        </w:tabs>
        <w:rPr>
          <w:rFonts w:ascii="Times New Roman" w:hAnsi="Times New Roman"/>
          <w:sz w:val="24"/>
          <w:szCs w:val="24"/>
        </w:rPr>
      </w:pPr>
    </w:p>
    <w:p w:rsidR="00DC6B04" w:rsidRPr="005C427A" w:rsidRDefault="00DC6B04" w:rsidP="006E1706">
      <w:pPr>
        <w:pStyle w:val="Heading1"/>
        <w:ind w:firstLine="11"/>
      </w:pPr>
      <w:r w:rsidRPr="005C427A">
        <w:t>Сведения об объектах</w:t>
      </w:r>
    </w:p>
    <w:p w:rsidR="00DC6B04" w:rsidRPr="005C427A" w:rsidRDefault="00DC6B04" w:rsidP="006E1706">
      <w:pPr>
        <w:jc w:val="center"/>
        <w:rPr>
          <w:rFonts w:ascii="Times New Roman" w:hAnsi="Times New Roman"/>
          <w:sz w:val="24"/>
          <w:szCs w:val="24"/>
        </w:rPr>
      </w:pPr>
      <w:r w:rsidRPr="005C427A">
        <w:rPr>
          <w:rFonts w:ascii="Times New Roman" w:hAnsi="Times New Roman"/>
          <w:sz w:val="24"/>
          <w:szCs w:val="24"/>
        </w:rPr>
        <w:t>движимого муниципального имущества  муниципального образования Усть-Пристанский сельсовет</w:t>
      </w:r>
    </w:p>
    <w:p w:rsidR="00DC6B04" w:rsidRPr="005C427A" w:rsidRDefault="00DC6B04" w:rsidP="006E1706">
      <w:pPr>
        <w:jc w:val="center"/>
        <w:rPr>
          <w:rFonts w:ascii="Times New Roman" w:hAnsi="Times New Roman"/>
          <w:sz w:val="24"/>
          <w:szCs w:val="24"/>
        </w:rPr>
      </w:pPr>
      <w:r w:rsidRPr="005C427A">
        <w:rPr>
          <w:rFonts w:ascii="Times New Roman" w:hAnsi="Times New Roman"/>
          <w:sz w:val="24"/>
          <w:szCs w:val="24"/>
        </w:rPr>
        <w:t xml:space="preserve">по состоянию на 01   января 2019 года.                                                                           </w:t>
      </w:r>
    </w:p>
    <w:p w:rsidR="00DC6B04" w:rsidRPr="005C427A" w:rsidRDefault="00DC6B04" w:rsidP="006E1706">
      <w:pPr>
        <w:rPr>
          <w:rFonts w:ascii="Times New Roman" w:hAnsi="Times New Roman"/>
          <w:sz w:val="24"/>
          <w:szCs w:val="24"/>
        </w:rPr>
      </w:pPr>
    </w:p>
    <w:tbl>
      <w:tblPr>
        <w:tblW w:w="15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6"/>
        <w:gridCol w:w="1063"/>
        <w:gridCol w:w="3049"/>
        <w:gridCol w:w="2757"/>
        <w:gridCol w:w="2711"/>
        <w:gridCol w:w="2328"/>
        <w:gridCol w:w="2986"/>
      </w:tblGrid>
      <w:tr w:rsidR="00DC6B04" w:rsidRPr="005C427A" w:rsidTr="006E1706">
        <w:trPr>
          <w:cantSplit/>
          <w:trHeight w:val="220"/>
        </w:trPr>
        <w:tc>
          <w:tcPr>
            <w:tcW w:w="705" w:type="dxa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1062" w:type="dxa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3048" w:type="dxa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2756" w:type="dxa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Местонахождение объекта</w:t>
            </w:r>
          </w:p>
        </w:tc>
        <w:tc>
          <w:tcPr>
            <w:tcW w:w="2710" w:type="dxa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Характеристика объекта</w:t>
            </w:r>
          </w:p>
        </w:tc>
        <w:tc>
          <w:tcPr>
            <w:tcW w:w="2327" w:type="dxa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Целевое назначение</w:t>
            </w:r>
          </w:p>
        </w:tc>
        <w:tc>
          <w:tcPr>
            <w:tcW w:w="2985" w:type="dxa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Ограничение/ обременение</w:t>
            </w:r>
          </w:p>
        </w:tc>
      </w:tr>
      <w:tr w:rsidR="00DC6B04" w:rsidRPr="005C427A" w:rsidTr="006E1706">
        <w:trPr>
          <w:cantSplit/>
          <w:trHeight w:val="341"/>
        </w:trPr>
        <w:tc>
          <w:tcPr>
            <w:tcW w:w="705" w:type="dxa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2" w:type="dxa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48" w:type="dxa"/>
          </w:tcPr>
          <w:p w:rsidR="00DC6B04" w:rsidRPr="005C427A" w:rsidRDefault="00DC6B0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Паром СП-12</w:t>
            </w:r>
          </w:p>
          <w:p w:rsidR="00DC6B04" w:rsidRPr="005C427A" w:rsidRDefault="00DC6B0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56" w:type="dxa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Алтайский край, Усть-Пристанский район , с.  Усть-Чарышская Пристань</w:t>
            </w:r>
          </w:p>
        </w:tc>
        <w:tc>
          <w:tcPr>
            <w:tcW w:w="2710" w:type="dxa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рег.№29821</w:t>
            </w:r>
          </w:p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1973г.</w:t>
            </w:r>
          </w:p>
        </w:tc>
        <w:tc>
          <w:tcPr>
            <w:tcW w:w="2327" w:type="dxa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Перевозка пассажиров</w:t>
            </w:r>
          </w:p>
        </w:tc>
        <w:tc>
          <w:tcPr>
            <w:tcW w:w="2985" w:type="dxa"/>
          </w:tcPr>
          <w:p w:rsidR="00DC6B04" w:rsidRPr="005C427A" w:rsidRDefault="00DC6B04">
            <w:pPr>
              <w:pStyle w:val="Heading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C427A"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Администрация сельсовета</w:t>
            </w:r>
          </w:p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(оперативное управление)</w:t>
            </w:r>
          </w:p>
        </w:tc>
      </w:tr>
      <w:tr w:rsidR="00DC6B04" w:rsidRPr="005C427A" w:rsidTr="006E1706">
        <w:trPr>
          <w:cantSplit/>
          <w:trHeight w:val="220"/>
        </w:trPr>
        <w:tc>
          <w:tcPr>
            <w:tcW w:w="705" w:type="dxa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2" w:type="dxa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48" w:type="dxa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УАЗ 220695-333(335)</w:t>
            </w:r>
          </w:p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2009г.</w:t>
            </w:r>
          </w:p>
        </w:tc>
        <w:tc>
          <w:tcPr>
            <w:tcW w:w="2756" w:type="dxa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Алтайский край, Усть-Пристанский район , с.  Усть-Чарышская Пристань</w:t>
            </w:r>
          </w:p>
        </w:tc>
        <w:tc>
          <w:tcPr>
            <w:tcW w:w="2710" w:type="dxa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УАЗ 220695-333(335)</w:t>
            </w:r>
          </w:p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2009г.</w:t>
            </w:r>
          </w:p>
        </w:tc>
        <w:tc>
          <w:tcPr>
            <w:tcW w:w="2327" w:type="dxa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Перевозка пассажиров</w:t>
            </w:r>
          </w:p>
        </w:tc>
        <w:tc>
          <w:tcPr>
            <w:tcW w:w="2985" w:type="dxa"/>
          </w:tcPr>
          <w:p w:rsidR="00DC6B04" w:rsidRPr="005C427A" w:rsidRDefault="00DC6B04">
            <w:pPr>
              <w:pStyle w:val="Heading3"/>
              <w:rPr>
                <w:rFonts w:ascii="Times New Roman" w:hAnsi="Times New Roman" w:cs="Times New Roman"/>
                <w:sz w:val="24"/>
                <w:szCs w:val="24"/>
              </w:rPr>
            </w:pPr>
            <w:r w:rsidRPr="005C427A"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Администрация сельсовета(оперативное управление)</w:t>
            </w:r>
          </w:p>
        </w:tc>
      </w:tr>
      <w:tr w:rsidR="00DC6B04" w:rsidRPr="005C427A" w:rsidTr="006E1706">
        <w:trPr>
          <w:cantSplit/>
          <w:trHeight w:val="220"/>
        </w:trPr>
        <w:tc>
          <w:tcPr>
            <w:tcW w:w="705" w:type="dxa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48" w:type="dxa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ВАЗ 21214</w:t>
            </w:r>
          </w:p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2006г.</w:t>
            </w:r>
          </w:p>
        </w:tc>
        <w:tc>
          <w:tcPr>
            <w:tcW w:w="2756" w:type="dxa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Алтайский край, Усть-Пристанский район , с.  Усть-Чарышская Пристань</w:t>
            </w:r>
          </w:p>
        </w:tc>
        <w:tc>
          <w:tcPr>
            <w:tcW w:w="2710" w:type="dxa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ВАЗ 21214</w:t>
            </w:r>
          </w:p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2006г.</w:t>
            </w:r>
          </w:p>
        </w:tc>
        <w:tc>
          <w:tcPr>
            <w:tcW w:w="2327" w:type="dxa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Перевозка пассажиров</w:t>
            </w:r>
          </w:p>
        </w:tc>
        <w:tc>
          <w:tcPr>
            <w:tcW w:w="2985" w:type="dxa"/>
          </w:tcPr>
          <w:p w:rsidR="00DC6B04" w:rsidRPr="005C427A" w:rsidRDefault="00DC6B04">
            <w:pPr>
              <w:pStyle w:val="Heading3"/>
              <w:rPr>
                <w:rFonts w:ascii="Times New Roman" w:hAnsi="Times New Roman" w:cs="Times New Roman"/>
                <w:sz w:val="24"/>
                <w:szCs w:val="24"/>
              </w:rPr>
            </w:pPr>
            <w:r w:rsidRPr="005C427A"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Администрация сельсовета(оперативное управление)</w:t>
            </w:r>
          </w:p>
        </w:tc>
      </w:tr>
    </w:tbl>
    <w:p w:rsidR="00DC6B04" w:rsidRPr="005C427A" w:rsidRDefault="00DC6B04" w:rsidP="006E1706">
      <w:pPr>
        <w:rPr>
          <w:rFonts w:ascii="Times New Roman" w:hAnsi="Times New Roman"/>
          <w:sz w:val="24"/>
          <w:szCs w:val="24"/>
        </w:rPr>
      </w:pPr>
      <w:r w:rsidRPr="005C427A">
        <w:rPr>
          <w:rFonts w:ascii="Times New Roman" w:hAnsi="Times New Roman"/>
          <w:sz w:val="24"/>
          <w:szCs w:val="24"/>
        </w:rPr>
        <w:t xml:space="preserve">             </w:t>
      </w:r>
    </w:p>
    <w:p w:rsidR="00DC6B04" w:rsidRPr="005C427A" w:rsidRDefault="00DC6B04" w:rsidP="006E1706">
      <w:pPr>
        <w:rPr>
          <w:rFonts w:ascii="Times New Roman" w:hAnsi="Times New Roman"/>
          <w:sz w:val="24"/>
          <w:szCs w:val="24"/>
        </w:rPr>
      </w:pPr>
    </w:p>
    <w:p w:rsidR="00DC6B04" w:rsidRPr="005C427A" w:rsidRDefault="00DC6B04" w:rsidP="006E1706">
      <w:pPr>
        <w:rPr>
          <w:rFonts w:ascii="Times New Roman" w:hAnsi="Times New Roman"/>
          <w:sz w:val="24"/>
          <w:szCs w:val="24"/>
        </w:rPr>
      </w:pPr>
    </w:p>
    <w:p w:rsidR="00DC6B04" w:rsidRPr="005C427A" w:rsidRDefault="00DC6B04" w:rsidP="006E1706">
      <w:pPr>
        <w:pStyle w:val="Heading1"/>
        <w:ind w:firstLine="11"/>
      </w:pPr>
    </w:p>
    <w:p w:rsidR="00DC6B04" w:rsidRPr="005C427A" w:rsidRDefault="00DC6B04" w:rsidP="006E1706">
      <w:pPr>
        <w:pStyle w:val="Heading1"/>
        <w:ind w:firstLine="11"/>
      </w:pPr>
      <w:r w:rsidRPr="005C427A">
        <w:t>Сведения об объектах недвижимого имущества</w:t>
      </w:r>
    </w:p>
    <w:p w:rsidR="00DC6B04" w:rsidRPr="005C427A" w:rsidRDefault="00DC6B04" w:rsidP="006E1706">
      <w:pPr>
        <w:jc w:val="center"/>
        <w:rPr>
          <w:rFonts w:ascii="Times New Roman" w:hAnsi="Times New Roman"/>
          <w:sz w:val="24"/>
          <w:szCs w:val="24"/>
        </w:rPr>
      </w:pPr>
      <w:r w:rsidRPr="005C427A">
        <w:rPr>
          <w:rFonts w:ascii="Times New Roman" w:hAnsi="Times New Roman"/>
          <w:sz w:val="24"/>
          <w:szCs w:val="24"/>
        </w:rPr>
        <w:t>( земельных участков), муниципальной собственности  муниципального образования Усть-Пристанский сельсовет Усть-Пристанского района</w:t>
      </w:r>
    </w:p>
    <w:p w:rsidR="00DC6B04" w:rsidRPr="005C427A" w:rsidRDefault="00DC6B04" w:rsidP="006E1706">
      <w:pPr>
        <w:jc w:val="center"/>
        <w:rPr>
          <w:rFonts w:ascii="Times New Roman" w:hAnsi="Times New Roman"/>
          <w:sz w:val="24"/>
          <w:szCs w:val="24"/>
        </w:rPr>
      </w:pPr>
      <w:r w:rsidRPr="005C427A">
        <w:rPr>
          <w:rFonts w:ascii="Times New Roman" w:hAnsi="Times New Roman"/>
          <w:sz w:val="24"/>
          <w:szCs w:val="24"/>
        </w:rPr>
        <w:t xml:space="preserve">по состоянию на 01 января 2019 года.                                                                           </w:t>
      </w:r>
    </w:p>
    <w:tbl>
      <w:tblPr>
        <w:tblW w:w="155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7"/>
        <w:gridCol w:w="731"/>
        <w:gridCol w:w="2293"/>
        <w:gridCol w:w="3969"/>
        <w:gridCol w:w="1984"/>
        <w:gridCol w:w="1842"/>
        <w:gridCol w:w="4324"/>
      </w:tblGrid>
      <w:tr w:rsidR="00DC6B04" w:rsidRPr="005C427A" w:rsidTr="006E1706">
        <w:trPr>
          <w:cantSplit/>
          <w:trHeight w:val="220"/>
        </w:trPr>
        <w:tc>
          <w:tcPr>
            <w:tcW w:w="427" w:type="dxa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731" w:type="dxa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Реестровый  №</w:t>
            </w:r>
          </w:p>
        </w:tc>
        <w:tc>
          <w:tcPr>
            <w:tcW w:w="2293" w:type="dxa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Категория земель</w:t>
            </w:r>
          </w:p>
        </w:tc>
        <w:tc>
          <w:tcPr>
            <w:tcW w:w="3969" w:type="dxa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Адрес местонахождения земельного участка</w:t>
            </w:r>
          </w:p>
        </w:tc>
        <w:tc>
          <w:tcPr>
            <w:tcW w:w="1984" w:type="dxa"/>
          </w:tcPr>
          <w:p w:rsidR="00DC6B04" w:rsidRPr="005C427A" w:rsidRDefault="00DC6B04">
            <w:pPr>
              <w:ind w:left="-542" w:firstLine="542"/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Характеристика объ   объекта</w:t>
            </w:r>
          </w:p>
        </w:tc>
        <w:tc>
          <w:tcPr>
            <w:tcW w:w="1842" w:type="dxa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Целевое назначение</w:t>
            </w:r>
          </w:p>
        </w:tc>
        <w:tc>
          <w:tcPr>
            <w:tcW w:w="4324" w:type="dxa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Ограничение/ обременение/</w:t>
            </w:r>
          </w:p>
        </w:tc>
      </w:tr>
      <w:tr w:rsidR="00DC6B04" w:rsidRPr="005C427A" w:rsidTr="006E1706">
        <w:trPr>
          <w:cantSplit/>
          <w:trHeight w:val="220"/>
        </w:trPr>
        <w:tc>
          <w:tcPr>
            <w:tcW w:w="427" w:type="dxa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1" w:type="dxa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93" w:type="dxa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3969" w:type="dxa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Алтайский край, Усть-Пристанский район,</w:t>
            </w:r>
          </w:p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С.Усть-Чарышская Пристань</w:t>
            </w:r>
          </w:p>
        </w:tc>
        <w:tc>
          <w:tcPr>
            <w:tcW w:w="1984" w:type="dxa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22:55:110402:68</w:t>
            </w:r>
          </w:p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1437кв.м.</w:t>
            </w:r>
          </w:p>
        </w:tc>
        <w:tc>
          <w:tcPr>
            <w:tcW w:w="1842" w:type="dxa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>Здание администрации сельского совета</w:t>
            </w:r>
          </w:p>
        </w:tc>
        <w:tc>
          <w:tcPr>
            <w:tcW w:w="4324" w:type="dxa"/>
          </w:tcPr>
          <w:p w:rsidR="00DC6B04" w:rsidRPr="005C427A" w:rsidRDefault="00DC6B04">
            <w:pPr>
              <w:rPr>
                <w:rFonts w:ascii="Times New Roman" w:hAnsi="Times New Roman"/>
                <w:sz w:val="24"/>
                <w:szCs w:val="24"/>
              </w:rPr>
            </w:pPr>
            <w:r w:rsidRPr="005C427A">
              <w:rPr>
                <w:rFonts w:ascii="Times New Roman" w:hAnsi="Times New Roman"/>
                <w:sz w:val="24"/>
                <w:szCs w:val="24"/>
              </w:rPr>
              <w:t xml:space="preserve">Постоянное (бессрочное) пользование </w:t>
            </w:r>
          </w:p>
        </w:tc>
      </w:tr>
    </w:tbl>
    <w:p w:rsidR="00DC6B04" w:rsidRPr="005C427A" w:rsidRDefault="00DC6B04" w:rsidP="006E1706">
      <w:pPr>
        <w:tabs>
          <w:tab w:val="left" w:pos="2700"/>
          <w:tab w:val="left" w:pos="2880"/>
        </w:tabs>
        <w:rPr>
          <w:rFonts w:ascii="Times New Roman" w:hAnsi="Times New Roman"/>
          <w:sz w:val="24"/>
          <w:szCs w:val="24"/>
        </w:rPr>
      </w:pPr>
    </w:p>
    <w:p w:rsidR="00DC6B04" w:rsidRPr="005C427A" w:rsidRDefault="00DC6B04">
      <w:pPr>
        <w:rPr>
          <w:rFonts w:ascii="Times New Roman" w:hAnsi="Times New Roman"/>
          <w:sz w:val="24"/>
          <w:szCs w:val="24"/>
        </w:rPr>
      </w:pPr>
    </w:p>
    <w:sectPr w:rsidR="00DC6B04" w:rsidRPr="005C427A" w:rsidSect="006E170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15E7"/>
    <w:rsid w:val="003015E7"/>
    <w:rsid w:val="003A5B77"/>
    <w:rsid w:val="005C427A"/>
    <w:rsid w:val="00696EE2"/>
    <w:rsid w:val="006E1706"/>
    <w:rsid w:val="007F4AC7"/>
    <w:rsid w:val="00AC2AD0"/>
    <w:rsid w:val="00C746C1"/>
    <w:rsid w:val="00DC6B04"/>
    <w:rsid w:val="00FD1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EE2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6E1706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E1706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E1706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E1706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38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5</Pages>
  <Words>528</Words>
  <Characters>3011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Мишурова</dc:creator>
  <cp:keywords/>
  <dc:description/>
  <cp:lastModifiedBy>Vera</cp:lastModifiedBy>
  <cp:revision>5</cp:revision>
  <dcterms:created xsi:type="dcterms:W3CDTF">2019-04-26T01:46:00Z</dcterms:created>
  <dcterms:modified xsi:type="dcterms:W3CDTF">2019-04-26T05:55:00Z</dcterms:modified>
</cp:coreProperties>
</file>