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0FF" w:rsidRDefault="009F20FF" w:rsidP="000C45D4">
      <w:pPr>
        <w:pStyle w:val="ConsPlusNormal"/>
        <w:jc w:val="right"/>
        <w:outlineLvl w:val="0"/>
      </w:pPr>
    </w:p>
    <w:p w:rsidR="009F20FF" w:rsidRDefault="009F20FF" w:rsidP="00BA4390">
      <w:pPr>
        <w:jc w:val="center"/>
        <w:rPr>
          <w:sz w:val="28"/>
          <w:szCs w:val="28"/>
        </w:rPr>
      </w:pPr>
      <w:r>
        <w:rPr>
          <w:sz w:val="28"/>
          <w:szCs w:val="28"/>
        </w:rPr>
        <w:t>УСТЬ-ПРИСТАНСКИЙ РАЙОННЫЙ СОВЕТ ДЕПУТАТОВ</w:t>
      </w:r>
    </w:p>
    <w:p w:rsidR="009F20FF" w:rsidRDefault="009F20FF" w:rsidP="00BA4390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9F20FF" w:rsidRDefault="009F20FF" w:rsidP="00BA4390">
      <w:pPr>
        <w:jc w:val="center"/>
        <w:rPr>
          <w:sz w:val="28"/>
          <w:szCs w:val="28"/>
        </w:rPr>
      </w:pPr>
    </w:p>
    <w:p w:rsidR="009F20FF" w:rsidRDefault="009F20FF" w:rsidP="00BA4390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ДЕВЯТАЯ ВНЕОЧЕРЕДНАЯ СЕССИЯ СЕДЬМОГО СОЗЫВА</w:t>
      </w:r>
    </w:p>
    <w:p w:rsidR="009F20FF" w:rsidRDefault="009F20FF" w:rsidP="00BA4390">
      <w:pPr>
        <w:jc w:val="center"/>
        <w:rPr>
          <w:sz w:val="28"/>
          <w:szCs w:val="28"/>
        </w:rPr>
      </w:pPr>
    </w:p>
    <w:p w:rsidR="009F20FF" w:rsidRDefault="009F20FF" w:rsidP="00BA4390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F20FF" w:rsidRDefault="009F20FF" w:rsidP="00BA4390">
      <w:pPr>
        <w:rPr>
          <w:sz w:val="28"/>
          <w:szCs w:val="28"/>
        </w:rPr>
      </w:pPr>
    </w:p>
    <w:p w:rsidR="009F20FF" w:rsidRDefault="009F20FF" w:rsidP="00BA439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«29» августа 2018г</w:t>
      </w:r>
      <w:r>
        <w:rPr>
          <w:sz w:val="28"/>
          <w:szCs w:val="28"/>
        </w:rPr>
        <w:t xml:space="preserve">. № </w:t>
      </w:r>
      <w:r>
        <w:rPr>
          <w:sz w:val="28"/>
          <w:szCs w:val="28"/>
          <w:u w:val="single"/>
        </w:rPr>
        <w:t>101</w:t>
      </w:r>
    </w:p>
    <w:p w:rsidR="009F20FF" w:rsidRDefault="009F20FF" w:rsidP="00BA4390">
      <w:pPr>
        <w:rPr>
          <w:sz w:val="28"/>
          <w:szCs w:val="28"/>
        </w:rPr>
      </w:pPr>
      <w:r>
        <w:rPr>
          <w:sz w:val="28"/>
          <w:szCs w:val="28"/>
        </w:rPr>
        <w:t xml:space="preserve">с.Усть-Чарышская Пристань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F20FF" w:rsidRDefault="009F20FF" w:rsidP="00BA4390">
      <w:pPr>
        <w:jc w:val="both"/>
        <w:rPr>
          <w:sz w:val="28"/>
          <w:szCs w:val="28"/>
        </w:rPr>
      </w:pPr>
    </w:p>
    <w:p w:rsidR="009F20FF" w:rsidRDefault="009F20FF" w:rsidP="00BA4390">
      <w:pPr>
        <w:jc w:val="both"/>
        <w:rPr>
          <w:sz w:val="28"/>
          <w:szCs w:val="28"/>
        </w:rPr>
      </w:pPr>
    </w:p>
    <w:p w:rsidR="009F20FF" w:rsidRDefault="009F20FF" w:rsidP="008B3361">
      <w:pPr>
        <w:ind w:right="5395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Усть-Пристанского районного Совета депутатов от 22 декабря 2017 года № 37 «О районном бюджете муниципального образования Усть-Пристанский район на 2018 год»</w:t>
      </w:r>
    </w:p>
    <w:p w:rsidR="009F20FF" w:rsidRDefault="009F20FF" w:rsidP="00BA4390">
      <w:pPr>
        <w:ind w:firstLine="708"/>
        <w:jc w:val="both"/>
        <w:rPr>
          <w:sz w:val="28"/>
          <w:szCs w:val="28"/>
        </w:rPr>
      </w:pPr>
    </w:p>
    <w:p w:rsidR="009F20FF" w:rsidRDefault="009F20FF" w:rsidP="00BA4390">
      <w:pPr>
        <w:ind w:firstLine="708"/>
        <w:jc w:val="both"/>
        <w:rPr>
          <w:sz w:val="28"/>
          <w:szCs w:val="28"/>
        </w:rPr>
      </w:pPr>
    </w:p>
    <w:p w:rsidR="009F20FF" w:rsidRDefault="009F20FF" w:rsidP="00BA4390">
      <w:pPr>
        <w:ind w:firstLine="708"/>
        <w:jc w:val="both"/>
        <w:rPr>
          <w:sz w:val="28"/>
          <w:szCs w:val="28"/>
        </w:rPr>
      </w:pPr>
    </w:p>
    <w:p w:rsidR="009F20FF" w:rsidRDefault="009F20FF" w:rsidP="00BA43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24, 53 Устава муниципального образования Усть-Пристанский район Алтайского края Усть-Пристанский районный Совет депутатов РЕШИЛ:</w:t>
      </w:r>
    </w:p>
    <w:p w:rsidR="009F20FF" w:rsidRDefault="009F20FF" w:rsidP="00BA4390">
      <w:pPr>
        <w:ind w:firstLine="708"/>
        <w:jc w:val="both"/>
        <w:rPr>
          <w:sz w:val="28"/>
          <w:szCs w:val="28"/>
        </w:rPr>
      </w:pPr>
    </w:p>
    <w:p w:rsidR="009F20FF" w:rsidRDefault="009F20FF" w:rsidP="00BA43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изменения в решение Усть-Пристанского районного Совета депутатов от 22 декабря 2017 года № 37 «О районном бюджете муниципального образования Усть-Пристанский район на 2018 год» (прилагается).</w:t>
      </w:r>
    </w:p>
    <w:p w:rsidR="009F20FF" w:rsidRDefault="009F20FF" w:rsidP="003B67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главе Усть-Пристанского района для подписания и обнародования в установленном законом порядке.</w:t>
      </w:r>
    </w:p>
    <w:p w:rsidR="009F20FF" w:rsidRDefault="009F20FF" w:rsidP="003B67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решения возложить на постоянную комиссию по бюджету, </w:t>
      </w:r>
      <w:r w:rsidRPr="001C6417">
        <w:rPr>
          <w:sz w:val="28"/>
          <w:szCs w:val="28"/>
        </w:rPr>
        <w:t>налоговой, кредитной и экономической политике</w:t>
      </w:r>
      <w:r>
        <w:rPr>
          <w:sz w:val="28"/>
          <w:szCs w:val="28"/>
        </w:rPr>
        <w:t xml:space="preserve"> Усть-Пристанского районного Совета депутатов (Бабунич А.И.).</w:t>
      </w:r>
    </w:p>
    <w:p w:rsidR="009F20FF" w:rsidRDefault="009F20FF" w:rsidP="003B6791">
      <w:pPr>
        <w:ind w:firstLine="708"/>
        <w:jc w:val="both"/>
        <w:rPr>
          <w:sz w:val="28"/>
          <w:szCs w:val="28"/>
        </w:rPr>
      </w:pPr>
    </w:p>
    <w:p w:rsidR="009F20FF" w:rsidRDefault="009F20FF" w:rsidP="003B6791">
      <w:pPr>
        <w:ind w:firstLine="708"/>
        <w:jc w:val="both"/>
        <w:rPr>
          <w:sz w:val="28"/>
          <w:szCs w:val="28"/>
        </w:rPr>
      </w:pPr>
    </w:p>
    <w:p w:rsidR="009F20FF" w:rsidRDefault="009F20FF" w:rsidP="003B6791">
      <w:pPr>
        <w:ind w:firstLine="708"/>
        <w:jc w:val="both"/>
        <w:rPr>
          <w:sz w:val="28"/>
          <w:szCs w:val="28"/>
        </w:rPr>
      </w:pPr>
    </w:p>
    <w:p w:rsidR="009F20FF" w:rsidRDefault="009F20FF" w:rsidP="003B6791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Усть-Пристанского</w:t>
      </w:r>
    </w:p>
    <w:p w:rsidR="009F20FF" w:rsidRPr="00615AD4" w:rsidRDefault="009F20FF" w:rsidP="003B6791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  <w:r w:rsidRPr="00615AD4">
        <w:rPr>
          <w:rFonts w:ascii="Times New Roman" w:hAnsi="Times New Roman"/>
          <w:sz w:val="28"/>
          <w:szCs w:val="28"/>
        </w:rPr>
        <w:t xml:space="preserve">         </w:t>
      </w:r>
      <w:r w:rsidRPr="00615AD4">
        <w:rPr>
          <w:rFonts w:ascii="Times New Roman" w:hAnsi="Times New Roman"/>
          <w:sz w:val="28"/>
          <w:szCs w:val="28"/>
        </w:rPr>
        <w:tab/>
      </w:r>
      <w:r w:rsidRPr="00615AD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615AD4">
        <w:rPr>
          <w:rFonts w:ascii="Times New Roman" w:hAnsi="Times New Roman"/>
          <w:sz w:val="28"/>
          <w:szCs w:val="28"/>
        </w:rPr>
        <w:t>В.А.</w:t>
      </w:r>
      <w:r>
        <w:rPr>
          <w:rFonts w:ascii="Times New Roman" w:hAnsi="Times New Roman"/>
          <w:sz w:val="28"/>
          <w:szCs w:val="28"/>
        </w:rPr>
        <w:t xml:space="preserve"> Ермоленко</w:t>
      </w:r>
    </w:p>
    <w:p w:rsidR="009F20FF" w:rsidRDefault="009F20FF" w:rsidP="003B6791">
      <w:pPr>
        <w:jc w:val="both"/>
        <w:rPr>
          <w:sz w:val="28"/>
          <w:szCs w:val="28"/>
        </w:rPr>
      </w:pPr>
    </w:p>
    <w:p w:rsidR="009F20FF" w:rsidRDefault="009F20FF" w:rsidP="003B6791">
      <w:pPr>
        <w:ind w:left="5748" w:firstLine="624"/>
        <w:rPr>
          <w:sz w:val="28"/>
          <w:szCs w:val="28"/>
        </w:rPr>
      </w:pPr>
    </w:p>
    <w:p w:rsidR="009F20FF" w:rsidRDefault="009F20FF" w:rsidP="003B6791">
      <w:pPr>
        <w:ind w:left="5748" w:firstLine="624"/>
        <w:rPr>
          <w:sz w:val="28"/>
          <w:szCs w:val="28"/>
        </w:rPr>
      </w:pPr>
    </w:p>
    <w:p w:rsidR="009F20FF" w:rsidRDefault="009F20FF" w:rsidP="003B6791">
      <w:pPr>
        <w:ind w:left="5748" w:firstLine="624"/>
        <w:rPr>
          <w:sz w:val="28"/>
          <w:szCs w:val="28"/>
        </w:rPr>
      </w:pPr>
    </w:p>
    <w:p w:rsidR="009F20FF" w:rsidRDefault="009F20FF" w:rsidP="003B6791">
      <w:pPr>
        <w:ind w:left="5748" w:firstLine="624"/>
        <w:rPr>
          <w:sz w:val="28"/>
          <w:szCs w:val="28"/>
        </w:rPr>
      </w:pPr>
    </w:p>
    <w:p w:rsidR="009F20FF" w:rsidRDefault="009F20FF" w:rsidP="003B6791">
      <w:pPr>
        <w:ind w:left="5748" w:firstLine="624"/>
        <w:rPr>
          <w:sz w:val="28"/>
          <w:szCs w:val="28"/>
        </w:rPr>
      </w:pPr>
    </w:p>
    <w:p w:rsidR="009F20FF" w:rsidRDefault="009F20FF" w:rsidP="003B6791">
      <w:pPr>
        <w:ind w:left="5748" w:firstLine="624"/>
        <w:rPr>
          <w:sz w:val="28"/>
          <w:szCs w:val="28"/>
        </w:rPr>
      </w:pPr>
    </w:p>
    <w:p w:rsidR="009F20FF" w:rsidRDefault="009F20FF" w:rsidP="003B67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решение Усть-Пристанского районного Совета депутатов </w:t>
      </w:r>
    </w:p>
    <w:p w:rsidR="009F20FF" w:rsidRDefault="009F20FF" w:rsidP="003B679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22 декабря 2017 года № 37 «О районном бюджете муниципального образования Усть-Пристанский район на 2018 год»</w:t>
      </w:r>
    </w:p>
    <w:p w:rsidR="009F20FF" w:rsidRDefault="009F20FF" w:rsidP="003B6791">
      <w:pPr>
        <w:jc w:val="center"/>
        <w:rPr>
          <w:b/>
          <w:sz w:val="28"/>
          <w:szCs w:val="28"/>
        </w:rPr>
      </w:pPr>
    </w:p>
    <w:p w:rsidR="009F20FF" w:rsidRDefault="009F20FF" w:rsidP="003B6791">
      <w:pPr>
        <w:ind w:left="5748" w:hanging="168"/>
        <w:rPr>
          <w:sz w:val="28"/>
          <w:szCs w:val="28"/>
        </w:rPr>
      </w:pPr>
      <w:r>
        <w:rPr>
          <w:sz w:val="28"/>
          <w:szCs w:val="28"/>
        </w:rPr>
        <w:t xml:space="preserve">ПРИНЯТЫ: </w:t>
      </w:r>
    </w:p>
    <w:p w:rsidR="009F20FF" w:rsidRDefault="009F20FF" w:rsidP="003B6791">
      <w:pPr>
        <w:ind w:left="5748" w:hanging="168"/>
        <w:rPr>
          <w:sz w:val="28"/>
          <w:szCs w:val="28"/>
        </w:rPr>
      </w:pPr>
      <w:r>
        <w:rPr>
          <w:sz w:val="28"/>
          <w:szCs w:val="28"/>
        </w:rPr>
        <w:t>решением Усть-Пристанского</w:t>
      </w:r>
    </w:p>
    <w:p w:rsidR="009F20FF" w:rsidRDefault="009F20FF" w:rsidP="003B6791">
      <w:pPr>
        <w:ind w:left="5748" w:hanging="168"/>
        <w:rPr>
          <w:sz w:val="28"/>
          <w:szCs w:val="28"/>
        </w:rPr>
      </w:pPr>
      <w:r>
        <w:rPr>
          <w:sz w:val="28"/>
          <w:szCs w:val="28"/>
        </w:rPr>
        <w:t>районного Совета депутатов</w:t>
      </w:r>
    </w:p>
    <w:p w:rsidR="009F20FF" w:rsidRDefault="009F20FF" w:rsidP="003B6791">
      <w:pPr>
        <w:ind w:left="5748" w:hanging="16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29.08.2018 </w:t>
      </w:r>
      <w:r w:rsidRPr="00F25457">
        <w:rPr>
          <w:sz w:val="28"/>
          <w:szCs w:val="28"/>
          <w:u w:val="single"/>
        </w:rPr>
        <w:t>г.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101</w:t>
      </w:r>
    </w:p>
    <w:p w:rsidR="009F20FF" w:rsidRDefault="009F20FF" w:rsidP="00C434B7">
      <w:pPr>
        <w:spacing w:line="24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</w:p>
    <w:p w:rsidR="009F20FF" w:rsidRDefault="009F20FF" w:rsidP="007A5284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изложить в следующей редакции:</w:t>
      </w:r>
    </w:p>
    <w:p w:rsidR="009F20FF" w:rsidRDefault="009F20FF" w:rsidP="007A5284">
      <w:pPr>
        <w:jc w:val="both"/>
        <w:rPr>
          <w:sz w:val="28"/>
          <w:szCs w:val="28"/>
        </w:rPr>
      </w:pPr>
    </w:p>
    <w:p w:rsidR="009F20FF" w:rsidRDefault="009F20FF" w:rsidP="007A5284">
      <w:pPr>
        <w:keepNext/>
        <w:keepLines/>
        <w:spacing w:line="240" w:lineRule="exact"/>
        <w:ind w:left="6120"/>
        <w:rPr>
          <w:sz w:val="28"/>
          <w:szCs w:val="28"/>
        </w:rPr>
      </w:pPr>
      <w:r>
        <w:rPr>
          <w:caps/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tbl>
      <w:tblPr>
        <w:tblW w:w="0" w:type="auto"/>
        <w:tblInd w:w="6048" w:type="dxa"/>
        <w:tblLayout w:type="fixed"/>
        <w:tblLook w:val="0000"/>
      </w:tblPr>
      <w:tblGrid>
        <w:gridCol w:w="3600"/>
      </w:tblGrid>
      <w:tr w:rsidR="009F20FF" w:rsidTr="00443DDD">
        <w:tc>
          <w:tcPr>
            <w:tcW w:w="3600" w:type="dxa"/>
          </w:tcPr>
          <w:p w:rsidR="009F20FF" w:rsidRDefault="009F20FF" w:rsidP="00443DDD">
            <w:pPr>
              <w:keepNext/>
              <w:keepLines/>
              <w:spacing w:line="240" w:lineRule="exact"/>
              <w:jc w:val="both"/>
            </w:pPr>
            <w:r>
              <w:rPr>
                <w:sz w:val="28"/>
                <w:szCs w:val="28"/>
              </w:rPr>
              <w:t>к решению «О районном бюджете муниципального образования Усть-Пристанский район на 2018 год»</w:t>
            </w:r>
          </w:p>
        </w:tc>
      </w:tr>
    </w:tbl>
    <w:p w:rsidR="009F20FF" w:rsidRDefault="009F20FF" w:rsidP="007A5284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9F20FF" w:rsidRDefault="009F20FF" w:rsidP="007A5284">
      <w:pPr>
        <w:tabs>
          <w:tab w:val="num" w:pos="0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Источники финансирования дефицита районного бюджета на 2018 год </w:t>
      </w:r>
    </w:p>
    <w:p w:rsidR="009F20FF" w:rsidRDefault="009F20FF" w:rsidP="007A5284">
      <w:pPr>
        <w:tabs>
          <w:tab w:val="num" w:pos="0"/>
        </w:tabs>
        <w:ind w:firstLine="720"/>
        <w:jc w:val="both"/>
      </w:pPr>
      <w:r>
        <w:rPr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                                                                                                 тыс. рублей</w:t>
      </w:r>
    </w:p>
    <w:tbl>
      <w:tblPr>
        <w:tblW w:w="0" w:type="auto"/>
        <w:tblInd w:w="-87" w:type="dxa"/>
        <w:tblLayout w:type="fixed"/>
        <w:tblLook w:val="0000"/>
      </w:tblPr>
      <w:tblGrid>
        <w:gridCol w:w="2700"/>
        <w:gridCol w:w="5220"/>
        <w:gridCol w:w="1830"/>
      </w:tblGrid>
      <w:tr w:rsidR="009F20FF" w:rsidTr="000928ED">
        <w:trPr>
          <w:trHeight w:val="579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0FF" w:rsidRDefault="009F20FF" w:rsidP="000928ED">
            <w:pPr>
              <w:snapToGrid w:val="0"/>
              <w:jc w:val="center"/>
            </w:pPr>
          </w:p>
          <w:p w:rsidR="009F20FF" w:rsidRDefault="009F20FF" w:rsidP="000928E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Код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0FF" w:rsidRDefault="009F20FF" w:rsidP="000928E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Источники финансирования </w:t>
            </w:r>
          </w:p>
          <w:p w:rsidR="009F20FF" w:rsidRDefault="009F20FF" w:rsidP="000928ED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дефицита районного бюджета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FF" w:rsidRDefault="009F20FF" w:rsidP="000928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9F20FF" w:rsidRDefault="009F20FF" w:rsidP="000928ED">
            <w:pPr>
              <w:jc w:val="center"/>
              <w:rPr>
                <w:sz w:val="28"/>
                <w:szCs w:val="28"/>
              </w:rPr>
            </w:pPr>
          </w:p>
        </w:tc>
      </w:tr>
      <w:tr w:rsidR="009F20FF" w:rsidTr="000928ED">
        <w:trPr>
          <w:trHeight w:val="72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0FF" w:rsidRDefault="009F20FF" w:rsidP="000928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01 05 00 00 05 0000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0FF" w:rsidRDefault="009F20FF" w:rsidP="000928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остатков средств на счетах по учету средств бюджета муниципального образования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FF" w:rsidRDefault="009F20FF" w:rsidP="000928ED">
            <w:pPr>
              <w:jc w:val="center"/>
            </w:pPr>
            <w:r>
              <w:rPr>
                <w:sz w:val="28"/>
                <w:szCs w:val="28"/>
              </w:rPr>
              <w:t>3679,6</w:t>
            </w:r>
          </w:p>
        </w:tc>
      </w:tr>
      <w:tr w:rsidR="009F20FF" w:rsidTr="000928ED">
        <w:trPr>
          <w:trHeight w:val="54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0FF" w:rsidRDefault="009F20FF" w:rsidP="000928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01 03 0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00 05 0000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0FF" w:rsidRDefault="009F20FF" w:rsidP="000928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Разница между полученными и погашенными  муниципальным образованием в валюте Российской Федерации  бюджетными кредитами, предоставленными бюджету муниципального образования    другими  бюджетами бюджетной системы Российской Федерации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FF" w:rsidRDefault="009F20FF" w:rsidP="000928ED">
            <w:pPr>
              <w:jc w:val="center"/>
            </w:pPr>
            <w:r>
              <w:rPr>
                <w:sz w:val="28"/>
                <w:szCs w:val="28"/>
              </w:rPr>
              <w:t>5000,0</w:t>
            </w:r>
          </w:p>
        </w:tc>
      </w:tr>
      <w:tr w:rsidR="009F20FF" w:rsidTr="000928ED">
        <w:trPr>
          <w:trHeight w:val="54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0FF" w:rsidRDefault="009F20FF" w:rsidP="000928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01 06 05 02 05 0000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0FF" w:rsidRDefault="009F20FF" w:rsidP="000928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 бюджетных кредитов другим бюджетам бюджетной системы Российской федерации  из бюджетов  муниципальных районов   в валюте  Российской федерации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FF" w:rsidRDefault="009F20FF" w:rsidP="000928ED">
            <w:pPr>
              <w:jc w:val="center"/>
            </w:pPr>
            <w:r>
              <w:rPr>
                <w:sz w:val="28"/>
                <w:szCs w:val="28"/>
              </w:rPr>
              <w:t>-500</w:t>
            </w:r>
          </w:p>
        </w:tc>
      </w:tr>
      <w:tr w:rsidR="009F20FF" w:rsidTr="000928ED">
        <w:trPr>
          <w:trHeight w:val="54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0FF" w:rsidRDefault="009F20FF" w:rsidP="000928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01 06 05 02 05 0000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0FF" w:rsidRDefault="009F20FF" w:rsidP="000928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 бюджетных кредитов, предоставленных другим бюджетам  бюджетной системы Российской федерации  из бюджетов  муниципальных районов   в валюте  Российской федерации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FF" w:rsidRDefault="009F20FF" w:rsidP="000928ED">
            <w:pPr>
              <w:jc w:val="center"/>
            </w:pPr>
            <w:r>
              <w:rPr>
                <w:sz w:val="28"/>
                <w:szCs w:val="28"/>
              </w:rPr>
              <w:t>1000</w:t>
            </w:r>
          </w:p>
        </w:tc>
      </w:tr>
      <w:tr w:rsidR="009F20FF" w:rsidTr="000928ED">
        <w:trPr>
          <w:trHeight w:val="54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0FF" w:rsidRDefault="009F20FF" w:rsidP="000928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01 06 04 01 05 0000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0FF" w:rsidRDefault="009F20FF" w:rsidP="00014236">
            <w:pPr>
              <w:jc w:val="both"/>
              <w:rPr>
                <w:sz w:val="28"/>
                <w:szCs w:val="28"/>
              </w:rPr>
            </w:pPr>
            <w:r>
              <w:t>Исполнение муниципальных гарантий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FF" w:rsidRDefault="009F20FF" w:rsidP="008142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-4792,2»</w:t>
            </w:r>
          </w:p>
        </w:tc>
      </w:tr>
    </w:tbl>
    <w:p w:rsidR="009F20FF" w:rsidRDefault="009F20FF" w:rsidP="007A5284">
      <w:pPr>
        <w:ind w:firstLine="720"/>
        <w:rPr>
          <w:caps/>
          <w:sz w:val="28"/>
          <w:szCs w:val="28"/>
        </w:rPr>
      </w:pPr>
      <w:r>
        <w:rPr>
          <w:sz w:val="28"/>
          <w:szCs w:val="28"/>
        </w:rPr>
        <w:t>2. дополнить приложением 18 следующего содержания:</w:t>
      </w:r>
    </w:p>
    <w:p w:rsidR="009F20FF" w:rsidRDefault="009F20FF" w:rsidP="000C45D4">
      <w:pPr>
        <w:pStyle w:val="ConsPlusNormal"/>
        <w:jc w:val="right"/>
        <w:outlineLvl w:val="0"/>
      </w:pPr>
    </w:p>
    <w:p w:rsidR="009F20FF" w:rsidRDefault="009F20FF" w:rsidP="00BA4390">
      <w:pPr>
        <w:keepNext/>
        <w:keepLines/>
        <w:spacing w:line="240" w:lineRule="exact"/>
        <w:ind w:left="6120"/>
        <w:rPr>
          <w:sz w:val="28"/>
          <w:szCs w:val="28"/>
        </w:rPr>
      </w:pPr>
      <w:r>
        <w:rPr>
          <w:caps/>
          <w:sz w:val="28"/>
          <w:szCs w:val="28"/>
        </w:rPr>
        <w:t xml:space="preserve">приложениЕ </w:t>
      </w:r>
      <w:r>
        <w:rPr>
          <w:sz w:val="28"/>
          <w:szCs w:val="28"/>
        </w:rPr>
        <w:t>18</w:t>
      </w:r>
    </w:p>
    <w:tbl>
      <w:tblPr>
        <w:tblW w:w="0" w:type="auto"/>
        <w:tblInd w:w="6048" w:type="dxa"/>
        <w:tblLayout w:type="fixed"/>
        <w:tblLook w:val="0000"/>
      </w:tblPr>
      <w:tblGrid>
        <w:gridCol w:w="3600"/>
      </w:tblGrid>
      <w:tr w:rsidR="009F20FF" w:rsidTr="00EF0750">
        <w:tc>
          <w:tcPr>
            <w:tcW w:w="3600" w:type="dxa"/>
          </w:tcPr>
          <w:p w:rsidR="009F20FF" w:rsidRDefault="009F20FF" w:rsidP="00EF0750">
            <w:pPr>
              <w:keepNext/>
              <w:keepLines/>
              <w:spacing w:line="240" w:lineRule="exact"/>
              <w:jc w:val="both"/>
            </w:pPr>
            <w:r>
              <w:rPr>
                <w:sz w:val="28"/>
                <w:szCs w:val="28"/>
              </w:rPr>
              <w:t>к решению «О районном бюджете муниципального образования Усть-Пристанский район на 2018 год»</w:t>
            </w:r>
          </w:p>
        </w:tc>
      </w:tr>
    </w:tbl>
    <w:p w:rsidR="009F20FF" w:rsidRDefault="009F20FF" w:rsidP="000C45D4">
      <w:pPr>
        <w:pStyle w:val="ConsPlusNormal"/>
        <w:jc w:val="right"/>
        <w:outlineLvl w:val="0"/>
      </w:pPr>
    </w:p>
    <w:p w:rsidR="009F20FF" w:rsidRDefault="009F20FF" w:rsidP="006F49AC">
      <w:pPr>
        <w:jc w:val="center"/>
      </w:pPr>
      <w:bookmarkStart w:id="0" w:name="P55635"/>
      <w:bookmarkEnd w:id="0"/>
      <w:r>
        <w:t>ПРОГРАММА</w:t>
      </w:r>
    </w:p>
    <w:p w:rsidR="009F20FF" w:rsidRDefault="009F20FF" w:rsidP="006F49AC">
      <w:pPr>
        <w:jc w:val="center"/>
      </w:pPr>
      <w:r>
        <w:t>МУНИЦИПАЛЬНЫХ  ГАРАНТИЙ НА 2018 ГОД</w:t>
      </w:r>
    </w:p>
    <w:p w:rsidR="009F20FF" w:rsidRDefault="009F20FF" w:rsidP="006F49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1928"/>
        <w:gridCol w:w="1247"/>
        <w:gridCol w:w="1300"/>
        <w:gridCol w:w="1130"/>
        <w:gridCol w:w="2778"/>
      </w:tblGrid>
      <w:tr w:rsidR="009F20FF" w:rsidRPr="00DE70A7" w:rsidTr="00EF0750">
        <w:tc>
          <w:tcPr>
            <w:tcW w:w="691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N</w:t>
            </w:r>
          </w:p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п/п</w:t>
            </w:r>
          </w:p>
        </w:tc>
        <w:tc>
          <w:tcPr>
            <w:tcW w:w="1928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1247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Категории принципалов</w:t>
            </w:r>
          </w:p>
        </w:tc>
        <w:tc>
          <w:tcPr>
            <w:tcW w:w="1300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Сумма гарантирования, тыс. рублей</w:t>
            </w:r>
          </w:p>
        </w:tc>
        <w:tc>
          <w:tcPr>
            <w:tcW w:w="1130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2778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 xml:space="preserve">Иные условия предоставления </w:t>
            </w:r>
            <w:r>
              <w:rPr>
                <w:sz w:val="28"/>
                <w:szCs w:val="28"/>
              </w:rPr>
              <w:t>муниципаль</w:t>
            </w:r>
            <w:r w:rsidRPr="00DE70A7">
              <w:rPr>
                <w:sz w:val="28"/>
                <w:szCs w:val="28"/>
              </w:rPr>
              <w:t>ных гарантий</w:t>
            </w:r>
          </w:p>
        </w:tc>
      </w:tr>
      <w:tr w:rsidR="009F20FF" w:rsidRPr="00DE70A7" w:rsidTr="00EF0750">
        <w:tc>
          <w:tcPr>
            <w:tcW w:w="691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1</w:t>
            </w:r>
          </w:p>
        </w:tc>
        <w:tc>
          <w:tcPr>
            <w:tcW w:w="1928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2</w:t>
            </w:r>
          </w:p>
        </w:tc>
        <w:tc>
          <w:tcPr>
            <w:tcW w:w="1247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3</w:t>
            </w:r>
          </w:p>
        </w:tc>
        <w:tc>
          <w:tcPr>
            <w:tcW w:w="1300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4</w:t>
            </w:r>
          </w:p>
        </w:tc>
        <w:tc>
          <w:tcPr>
            <w:tcW w:w="1130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5</w:t>
            </w:r>
          </w:p>
        </w:tc>
        <w:tc>
          <w:tcPr>
            <w:tcW w:w="2778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6</w:t>
            </w:r>
          </w:p>
        </w:tc>
      </w:tr>
      <w:tr w:rsidR="009F20FF" w:rsidRPr="00DE70A7" w:rsidTr="00EF0750">
        <w:tc>
          <w:tcPr>
            <w:tcW w:w="691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МУП «Исток +»</w:t>
            </w:r>
          </w:p>
        </w:tc>
        <w:tc>
          <w:tcPr>
            <w:tcW w:w="1247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юридические лица</w:t>
            </w:r>
          </w:p>
        </w:tc>
        <w:tc>
          <w:tcPr>
            <w:tcW w:w="1300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4792,2</w:t>
            </w:r>
          </w:p>
        </w:tc>
        <w:tc>
          <w:tcPr>
            <w:tcW w:w="1130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есть</w:t>
            </w:r>
          </w:p>
        </w:tc>
        <w:tc>
          <w:tcPr>
            <w:tcW w:w="2778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 xml:space="preserve">1) </w:t>
            </w:r>
            <w:r>
              <w:rPr>
                <w:sz w:val="28"/>
                <w:szCs w:val="28"/>
              </w:rPr>
              <w:t>муниципальная</w:t>
            </w:r>
            <w:r w:rsidRPr="00DE70A7">
              <w:rPr>
                <w:sz w:val="28"/>
                <w:szCs w:val="28"/>
              </w:rPr>
              <w:t xml:space="preserve"> гаранти</w:t>
            </w:r>
            <w:r>
              <w:rPr>
                <w:sz w:val="28"/>
                <w:szCs w:val="28"/>
              </w:rPr>
              <w:t>я</w:t>
            </w:r>
            <w:r w:rsidRPr="00DE70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Усть-Пристанского района </w:t>
            </w:r>
            <w:r w:rsidRPr="00DE70A7">
              <w:rPr>
                <w:sz w:val="28"/>
                <w:szCs w:val="28"/>
              </w:rPr>
              <w:t>Алтайского края не обеспечива</w:t>
            </w:r>
            <w:r>
              <w:rPr>
                <w:sz w:val="28"/>
                <w:szCs w:val="28"/>
              </w:rPr>
              <w:t>е</w:t>
            </w:r>
            <w:r w:rsidRPr="00DE70A7">
              <w:rPr>
                <w:sz w:val="28"/>
                <w:szCs w:val="28"/>
              </w:rPr>
              <w:t>т исполнени</w:t>
            </w:r>
            <w:r>
              <w:rPr>
                <w:sz w:val="28"/>
                <w:szCs w:val="28"/>
              </w:rPr>
              <w:t>е</w:t>
            </w:r>
            <w:r w:rsidRPr="00DE70A7">
              <w:rPr>
                <w:sz w:val="28"/>
                <w:szCs w:val="28"/>
              </w:rPr>
              <w:t xml:space="preserve"> обязательств по уплате неустоек (пеней, штрафов)</w:t>
            </w:r>
          </w:p>
        </w:tc>
      </w:tr>
      <w:tr w:rsidR="009F20FF" w:rsidRPr="00DE70A7" w:rsidTr="00EF0750">
        <w:tc>
          <w:tcPr>
            <w:tcW w:w="691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Итого</w:t>
            </w:r>
          </w:p>
        </w:tc>
        <w:tc>
          <w:tcPr>
            <w:tcW w:w="1247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-</w:t>
            </w:r>
          </w:p>
        </w:tc>
        <w:tc>
          <w:tcPr>
            <w:tcW w:w="1300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4792,2</w:t>
            </w:r>
          </w:p>
        </w:tc>
        <w:tc>
          <w:tcPr>
            <w:tcW w:w="1130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-</w:t>
            </w:r>
          </w:p>
        </w:tc>
        <w:tc>
          <w:tcPr>
            <w:tcW w:w="2778" w:type="dxa"/>
          </w:tcPr>
          <w:p w:rsidR="009F20FF" w:rsidRPr="00DE70A7" w:rsidRDefault="009F20FF" w:rsidP="006F49AC">
            <w:pPr>
              <w:rPr>
                <w:sz w:val="28"/>
                <w:szCs w:val="28"/>
              </w:rPr>
            </w:pPr>
            <w:r w:rsidRPr="00DE70A7">
              <w:rPr>
                <w:sz w:val="28"/>
                <w:szCs w:val="28"/>
              </w:rPr>
              <w:t>-</w:t>
            </w:r>
          </w:p>
        </w:tc>
      </w:tr>
    </w:tbl>
    <w:p w:rsidR="009F20FF" w:rsidRDefault="009F20FF" w:rsidP="006F49AC"/>
    <w:p w:rsidR="009F20FF" w:rsidRPr="00DE70A7" w:rsidRDefault="009F20FF" w:rsidP="006F49AC">
      <w:pPr>
        <w:ind w:firstLine="720"/>
        <w:jc w:val="both"/>
        <w:rPr>
          <w:sz w:val="28"/>
          <w:szCs w:val="28"/>
        </w:rPr>
      </w:pPr>
      <w:r w:rsidRPr="00DE70A7">
        <w:rPr>
          <w:sz w:val="28"/>
          <w:szCs w:val="28"/>
        </w:rPr>
        <w:t>Общий объем бюджетных ассигнований, предусмотренных на исполнение муниципальной гарантии Усть-Пристанского района в 2018 году, составит за счет источников финансирования дефицита местного бюджета 4792,2 тыс. рублей.</w:t>
      </w:r>
    </w:p>
    <w:p w:rsidR="009F20FF" w:rsidRPr="00DE70A7" w:rsidRDefault="009F20FF" w:rsidP="006F49AC">
      <w:pPr>
        <w:ind w:firstLine="720"/>
        <w:jc w:val="both"/>
        <w:rPr>
          <w:sz w:val="28"/>
          <w:szCs w:val="28"/>
        </w:rPr>
      </w:pPr>
      <w:r w:rsidRPr="00DE70A7">
        <w:rPr>
          <w:sz w:val="28"/>
          <w:szCs w:val="28"/>
        </w:rPr>
        <w:t>При предоставлении муниципальной гарантии Усть-Пристанского района предоставляется обеспечение регрессных требований гаранта к принципалу в размере 100 процентов предоставляемых гарантий.</w:t>
      </w:r>
    </w:p>
    <w:p w:rsidR="009F20FF" w:rsidRDefault="009F20FF" w:rsidP="006F49AC"/>
    <w:p w:rsidR="009F20FF" w:rsidRDefault="009F20FF" w:rsidP="006F49AC"/>
    <w:p w:rsidR="009F20FF" w:rsidRPr="00716065" w:rsidRDefault="009F20FF" w:rsidP="006F49AC">
      <w:bookmarkStart w:id="1" w:name="_GoBack"/>
      <w:bookmarkEnd w:id="1"/>
    </w:p>
    <w:p w:rsidR="009F20FF" w:rsidRDefault="009F20FF" w:rsidP="007A5284">
      <w:pPr>
        <w:shd w:val="clear" w:color="auto" w:fill="FFFFFF"/>
        <w:tabs>
          <w:tab w:val="left" w:pos="370"/>
          <w:tab w:val="left" w:pos="4820"/>
        </w:tabs>
        <w:ind w:right="2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Глава Усть-Пристанского района</w:t>
      </w:r>
      <w:r>
        <w:rPr>
          <w:color w:val="000000"/>
          <w:kern w:val="2"/>
          <w:sz w:val="28"/>
          <w:szCs w:val="28"/>
        </w:rPr>
        <w:tab/>
      </w:r>
      <w:r>
        <w:rPr>
          <w:color w:val="000000"/>
          <w:kern w:val="2"/>
          <w:sz w:val="28"/>
          <w:szCs w:val="28"/>
        </w:rPr>
        <w:tab/>
      </w:r>
      <w:r>
        <w:rPr>
          <w:color w:val="000000"/>
          <w:kern w:val="2"/>
          <w:sz w:val="28"/>
          <w:szCs w:val="28"/>
        </w:rPr>
        <w:tab/>
      </w:r>
      <w:r>
        <w:rPr>
          <w:color w:val="000000"/>
          <w:kern w:val="2"/>
          <w:sz w:val="28"/>
          <w:szCs w:val="28"/>
        </w:rPr>
        <w:tab/>
        <w:t xml:space="preserve">               С.А. Шипулина</w:t>
      </w:r>
    </w:p>
    <w:p w:rsidR="009F20FF" w:rsidRDefault="009F20FF" w:rsidP="007A5284">
      <w:pPr>
        <w:tabs>
          <w:tab w:val="num" w:pos="851"/>
        </w:tabs>
        <w:autoSpaceDE w:val="0"/>
        <w:autoSpaceDN w:val="0"/>
        <w:adjustRightInd w:val="0"/>
        <w:ind w:left="851"/>
        <w:jc w:val="both"/>
        <w:rPr>
          <w:sz w:val="26"/>
          <w:szCs w:val="26"/>
        </w:rPr>
      </w:pPr>
    </w:p>
    <w:p w:rsidR="009F20FF" w:rsidRDefault="009F20FF" w:rsidP="007A5284">
      <w:pPr>
        <w:shd w:val="clear" w:color="auto" w:fill="FFFFFF"/>
        <w:tabs>
          <w:tab w:val="left" w:pos="370"/>
          <w:tab w:val="left" w:pos="4820"/>
        </w:tabs>
        <w:ind w:left="5" w:right="2"/>
        <w:jc w:val="both"/>
        <w:rPr>
          <w:color w:val="000000"/>
          <w:kern w:val="2"/>
          <w:sz w:val="28"/>
          <w:szCs w:val="28"/>
        </w:rPr>
      </w:pPr>
    </w:p>
    <w:p w:rsidR="009F20FF" w:rsidRPr="009D7A6F" w:rsidRDefault="009F20FF" w:rsidP="007A5284">
      <w:pPr>
        <w:rPr>
          <w:sz w:val="28"/>
          <w:szCs w:val="28"/>
        </w:rPr>
      </w:pPr>
      <w:r w:rsidRPr="009D7A6F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9D7A6F">
        <w:rPr>
          <w:sz w:val="28"/>
          <w:szCs w:val="28"/>
        </w:rPr>
        <w:t>Усть-</w:t>
      </w:r>
      <w:r>
        <w:rPr>
          <w:sz w:val="28"/>
          <w:szCs w:val="28"/>
        </w:rPr>
        <w:t>Чарышская Пристань</w:t>
      </w:r>
    </w:p>
    <w:p w:rsidR="009F20FF" w:rsidRPr="00922F84" w:rsidRDefault="009F20FF" w:rsidP="007A528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29.08.2018 г.</w:t>
      </w:r>
    </w:p>
    <w:p w:rsidR="009F20FF" w:rsidRDefault="009F20FF" w:rsidP="00DE70A7">
      <w:pPr>
        <w:jc w:val="both"/>
      </w:pPr>
      <w:r w:rsidRPr="009D7A6F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37</w:t>
      </w:r>
    </w:p>
    <w:sectPr w:rsidR="009F20FF" w:rsidSect="00BA439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51251"/>
    <w:multiLevelType w:val="hybridMultilevel"/>
    <w:tmpl w:val="820444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DC0"/>
    <w:rsid w:val="00001680"/>
    <w:rsid w:val="00014236"/>
    <w:rsid w:val="00080ABA"/>
    <w:rsid w:val="00082A27"/>
    <w:rsid w:val="000928ED"/>
    <w:rsid w:val="000C45D4"/>
    <w:rsid w:val="00126199"/>
    <w:rsid w:val="001719AF"/>
    <w:rsid w:val="001C6417"/>
    <w:rsid w:val="001C66C8"/>
    <w:rsid w:val="0025764E"/>
    <w:rsid w:val="00350E31"/>
    <w:rsid w:val="00386879"/>
    <w:rsid w:val="003B6791"/>
    <w:rsid w:val="00443DDD"/>
    <w:rsid w:val="00460AFE"/>
    <w:rsid w:val="004E7DC0"/>
    <w:rsid w:val="0053656B"/>
    <w:rsid w:val="005A5DEB"/>
    <w:rsid w:val="00615AD4"/>
    <w:rsid w:val="00640FA0"/>
    <w:rsid w:val="006F49AC"/>
    <w:rsid w:val="00716065"/>
    <w:rsid w:val="007A5284"/>
    <w:rsid w:val="007A5343"/>
    <w:rsid w:val="00814218"/>
    <w:rsid w:val="008660E9"/>
    <w:rsid w:val="008B3361"/>
    <w:rsid w:val="008C109A"/>
    <w:rsid w:val="00902E61"/>
    <w:rsid w:val="00922F84"/>
    <w:rsid w:val="00933FC4"/>
    <w:rsid w:val="0097573F"/>
    <w:rsid w:val="009D7A6F"/>
    <w:rsid w:val="009E2061"/>
    <w:rsid w:val="009E67AC"/>
    <w:rsid w:val="009F20FF"/>
    <w:rsid w:val="00A06796"/>
    <w:rsid w:val="00BA4390"/>
    <w:rsid w:val="00BF09C5"/>
    <w:rsid w:val="00C02CC2"/>
    <w:rsid w:val="00C434B7"/>
    <w:rsid w:val="00C924A9"/>
    <w:rsid w:val="00CE0459"/>
    <w:rsid w:val="00D229ED"/>
    <w:rsid w:val="00DE70A7"/>
    <w:rsid w:val="00EF0750"/>
    <w:rsid w:val="00F25457"/>
    <w:rsid w:val="00F62331"/>
    <w:rsid w:val="00F73E9A"/>
    <w:rsid w:val="00F9718E"/>
    <w:rsid w:val="00FA2D6C"/>
    <w:rsid w:val="00FE5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390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E7DC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4E7DC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Normal">
    <w:name w:val="ConsNormal"/>
    <w:uiPriority w:val="99"/>
    <w:rsid w:val="00BA4390"/>
    <w:pPr>
      <w:ind w:firstLine="720"/>
    </w:pPr>
    <w:rPr>
      <w:rFonts w:ascii="Arial" w:eastAsia="Times New Roman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57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AC9"/>
    <w:rPr>
      <w:rFonts w:ascii="Times New Roman" w:eastAsia="Times New Roman" w:hAnsi="Times New Roman"/>
      <w:sz w:val="0"/>
      <w:szCs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243</TotalTime>
  <Pages>3</Pages>
  <Words>605</Words>
  <Characters>3449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pogm</dc:creator>
  <cp:keywords/>
  <dc:description/>
  <cp:lastModifiedBy>Астраханцева</cp:lastModifiedBy>
  <cp:revision>13</cp:revision>
  <cp:lastPrinted>2018-08-30T03:44:00Z</cp:lastPrinted>
  <dcterms:created xsi:type="dcterms:W3CDTF">2018-08-16T02:42:00Z</dcterms:created>
  <dcterms:modified xsi:type="dcterms:W3CDTF">2018-08-30T03:45:00Z</dcterms:modified>
</cp:coreProperties>
</file>